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B5813" w14:textId="77777777" w:rsidR="004642A8" w:rsidRDefault="004642A8" w:rsidP="004642A8">
      <w:pPr>
        <w:suppressAutoHyphens/>
        <w:spacing w:after="0" w:line="240" w:lineRule="auto"/>
        <w:ind w:left="3540" w:firstLine="708"/>
        <w:jc w:val="center"/>
        <w:rPr>
          <w:rFonts w:ascii="Corbel" w:hAnsi="Corbel"/>
          <w:b/>
          <w:bCs/>
          <w:sz w:val="24"/>
          <w:szCs w:val="24"/>
        </w:rPr>
      </w:pPr>
      <w:bookmarkStart w:id="0" w:name="_Hlk176178282"/>
      <w:r>
        <w:rPr>
          <w:rFonts w:ascii="Corbel" w:hAnsi="Corbel"/>
          <w:bCs/>
          <w:i/>
        </w:rPr>
        <w:t>Załącznik nr 1.5 do Zarządzenia Rektora UR nr 61/2025</w:t>
      </w:r>
      <w:r w:rsidRPr="00707B20">
        <w:rPr>
          <w:rFonts w:ascii="Corbel" w:hAnsi="Corbel"/>
          <w:b/>
          <w:bCs/>
          <w:sz w:val="24"/>
          <w:szCs w:val="24"/>
        </w:rPr>
        <w:tab/>
      </w:r>
    </w:p>
    <w:p w14:paraId="636E9755" w14:textId="77777777" w:rsidR="004642A8" w:rsidRPr="00A678C1" w:rsidRDefault="004642A8" w:rsidP="004642A8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</w:p>
    <w:p w14:paraId="24B08E31" w14:textId="77777777" w:rsidR="004642A8" w:rsidRPr="0027219F" w:rsidRDefault="004642A8" w:rsidP="004642A8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44BC060" w14:textId="77777777" w:rsidR="004642A8" w:rsidRPr="0027219F" w:rsidRDefault="004642A8" w:rsidP="004642A8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219F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219F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91FDCCC" w14:textId="77777777" w:rsidR="004642A8" w:rsidRPr="0027219F" w:rsidRDefault="004642A8" w:rsidP="004642A8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219F">
        <w:rPr>
          <w:rFonts w:ascii="Corbel" w:hAnsi="Corbel"/>
          <w:sz w:val="20"/>
          <w:szCs w:val="20"/>
          <w:lang w:eastAsia="ar-SA"/>
        </w:rPr>
        <w:t>)</w:t>
      </w:r>
    </w:p>
    <w:p w14:paraId="2666413F" w14:textId="77777777" w:rsidR="004642A8" w:rsidRPr="0027219F" w:rsidRDefault="004642A8" w:rsidP="004642A8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219F">
        <w:rPr>
          <w:rFonts w:ascii="Corbel" w:hAnsi="Corbel"/>
          <w:sz w:val="20"/>
          <w:szCs w:val="20"/>
          <w:lang w:eastAsia="ar-SA"/>
        </w:rPr>
        <w:t>Rok akademicki 202</w:t>
      </w:r>
      <w:r>
        <w:rPr>
          <w:rFonts w:ascii="Corbel" w:hAnsi="Corbel"/>
          <w:sz w:val="20"/>
          <w:szCs w:val="20"/>
          <w:lang w:eastAsia="ar-SA"/>
        </w:rPr>
        <w:t>5</w:t>
      </w:r>
      <w:r w:rsidRPr="0027219F">
        <w:rPr>
          <w:rFonts w:ascii="Corbel" w:hAnsi="Corbel"/>
          <w:sz w:val="20"/>
          <w:szCs w:val="20"/>
          <w:lang w:eastAsia="ar-SA"/>
        </w:rPr>
        <w:t>/202</w:t>
      </w:r>
      <w:r>
        <w:rPr>
          <w:rFonts w:ascii="Corbel" w:hAnsi="Corbel"/>
          <w:sz w:val="20"/>
          <w:szCs w:val="20"/>
          <w:lang w:eastAsia="ar-SA"/>
        </w:rPr>
        <w:t>6</w:t>
      </w:r>
    </w:p>
    <w:p w14:paraId="3D5F0455" w14:textId="77777777" w:rsidR="00943952" w:rsidRPr="00943952" w:rsidRDefault="00943952" w:rsidP="00943952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013616B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F55D24" w14:textId="77777777" w:rsidTr="244289D4">
        <w:tc>
          <w:tcPr>
            <w:tcW w:w="2694" w:type="dxa"/>
            <w:vAlign w:val="center"/>
          </w:tcPr>
          <w:p w14:paraId="1311F1D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76FDDA" w14:textId="77777777" w:rsidR="0085747A" w:rsidRPr="009C54AE" w:rsidRDefault="00E32E8F" w:rsidP="244289D4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44289D4">
              <w:rPr>
                <w:rFonts w:ascii="Corbel" w:hAnsi="Corbel"/>
                <w:bCs/>
                <w:sz w:val="24"/>
                <w:szCs w:val="24"/>
              </w:rPr>
              <w:t>Patologie w administracji publicznej</w:t>
            </w:r>
          </w:p>
        </w:tc>
      </w:tr>
      <w:tr w:rsidR="0085747A" w:rsidRPr="009C54AE" w14:paraId="0BA1C418" w14:textId="77777777" w:rsidTr="244289D4">
        <w:tc>
          <w:tcPr>
            <w:tcW w:w="2694" w:type="dxa"/>
            <w:vAlign w:val="center"/>
          </w:tcPr>
          <w:p w14:paraId="7502EE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755099" w14:textId="77777777" w:rsidR="0085747A" w:rsidRPr="009C54AE" w:rsidRDefault="002673CD" w:rsidP="00E32E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A2SO</w:t>
            </w:r>
            <w:r w:rsidR="00E32E8F">
              <w:rPr>
                <w:rFonts w:ascii="Corbel" w:hAnsi="Corbel"/>
                <w:b w:val="0"/>
                <w:sz w:val="24"/>
                <w:szCs w:val="24"/>
              </w:rPr>
              <w:t>42</w:t>
            </w:r>
          </w:p>
        </w:tc>
      </w:tr>
      <w:tr w:rsidR="001814D1" w:rsidRPr="009C54AE" w14:paraId="4BBDFC65" w14:textId="77777777" w:rsidTr="244289D4">
        <w:tc>
          <w:tcPr>
            <w:tcW w:w="2694" w:type="dxa"/>
            <w:vAlign w:val="center"/>
          </w:tcPr>
          <w:p w14:paraId="57EC7D45" w14:textId="77777777" w:rsidR="001814D1" w:rsidRPr="009C54AE" w:rsidRDefault="001814D1" w:rsidP="001814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8EB4E2" w14:textId="142562E3" w:rsidR="001814D1" w:rsidRPr="009C54AE" w:rsidRDefault="004642A8" w:rsidP="244289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2A8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1814D1" w:rsidRPr="009C54AE" w14:paraId="3DDB29F1" w14:textId="77777777" w:rsidTr="244289D4">
        <w:tc>
          <w:tcPr>
            <w:tcW w:w="2694" w:type="dxa"/>
            <w:vAlign w:val="center"/>
          </w:tcPr>
          <w:p w14:paraId="528894AB" w14:textId="77777777" w:rsidR="001814D1" w:rsidRPr="009C54AE" w:rsidRDefault="001814D1" w:rsidP="001814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BC4620" w14:textId="7B50DBEB" w:rsidR="001814D1" w:rsidRPr="009C54AE" w:rsidRDefault="00C1423D" w:rsidP="244289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ADF">
              <w:rPr>
                <w:rFonts w:ascii="Corbel" w:hAnsi="Corbel"/>
                <w:b w:val="0"/>
                <w:sz w:val="24"/>
                <w:szCs w:val="24"/>
              </w:rPr>
              <w:t>Katedra Nauki Administracji</w:t>
            </w:r>
          </w:p>
        </w:tc>
      </w:tr>
      <w:tr w:rsidR="001814D1" w:rsidRPr="009C54AE" w14:paraId="2F2C91C1" w14:textId="77777777" w:rsidTr="244289D4">
        <w:tc>
          <w:tcPr>
            <w:tcW w:w="2694" w:type="dxa"/>
            <w:vAlign w:val="center"/>
          </w:tcPr>
          <w:p w14:paraId="1BE4E71B" w14:textId="77777777" w:rsidR="001814D1" w:rsidRPr="009C54AE" w:rsidRDefault="001814D1" w:rsidP="001814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82C782" w14:textId="77777777" w:rsidR="001814D1" w:rsidRPr="009C54AE" w:rsidRDefault="001814D1" w:rsidP="001814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1814D1" w:rsidRPr="009C54AE" w14:paraId="632CCD34" w14:textId="77777777" w:rsidTr="244289D4">
        <w:tc>
          <w:tcPr>
            <w:tcW w:w="2694" w:type="dxa"/>
            <w:vAlign w:val="center"/>
          </w:tcPr>
          <w:p w14:paraId="5BE0768C" w14:textId="77777777" w:rsidR="001814D1" w:rsidRPr="009C54AE" w:rsidRDefault="001814D1" w:rsidP="001814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30C61B" w14:textId="77777777" w:rsidR="001814D1" w:rsidRPr="009C54AE" w:rsidRDefault="001814D1" w:rsidP="001814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69961C67" w14:textId="77777777" w:rsidTr="244289D4">
        <w:tc>
          <w:tcPr>
            <w:tcW w:w="2694" w:type="dxa"/>
            <w:vAlign w:val="center"/>
          </w:tcPr>
          <w:p w14:paraId="48C924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7AB59C" w14:textId="77777777" w:rsidR="0085747A" w:rsidRPr="009C54AE" w:rsidRDefault="002673CD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B70062D" w14:textId="77777777" w:rsidTr="244289D4">
        <w:tc>
          <w:tcPr>
            <w:tcW w:w="2694" w:type="dxa"/>
            <w:vAlign w:val="center"/>
          </w:tcPr>
          <w:p w14:paraId="3ECC89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C353BB" w14:textId="77777777" w:rsidR="0085747A" w:rsidRPr="009C54AE" w:rsidRDefault="00E32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73C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7778BD8" w14:textId="77777777" w:rsidTr="244289D4">
        <w:tc>
          <w:tcPr>
            <w:tcW w:w="2694" w:type="dxa"/>
            <w:vAlign w:val="center"/>
          </w:tcPr>
          <w:p w14:paraId="03A9AC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50BD36" w14:textId="77777777" w:rsidR="0085747A" w:rsidRPr="009C54AE" w:rsidRDefault="00E91146" w:rsidP="244289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673CD" w:rsidRPr="244289D4">
              <w:rPr>
                <w:rFonts w:ascii="Corbel" w:hAnsi="Corbel"/>
                <w:b w:val="0"/>
                <w:sz w:val="24"/>
                <w:szCs w:val="24"/>
              </w:rPr>
              <w:t>I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61476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637F7037" w14:textId="77777777" w:rsidTr="244289D4">
        <w:tc>
          <w:tcPr>
            <w:tcW w:w="2694" w:type="dxa"/>
            <w:vAlign w:val="center"/>
          </w:tcPr>
          <w:p w14:paraId="403CC5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6D8B21" w14:textId="77777777" w:rsidR="0085747A" w:rsidRPr="009C54AE" w:rsidRDefault="00E32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1287AB4" w14:textId="77777777" w:rsidTr="244289D4">
        <w:tc>
          <w:tcPr>
            <w:tcW w:w="2694" w:type="dxa"/>
            <w:vAlign w:val="center"/>
          </w:tcPr>
          <w:p w14:paraId="2B00D84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76F882" w14:textId="77777777" w:rsidR="00923D7D" w:rsidRPr="009C54AE" w:rsidRDefault="00267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A70A9D7" w14:textId="77777777" w:rsidTr="244289D4">
        <w:tc>
          <w:tcPr>
            <w:tcW w:w="2694" w:type="dxa"/>
            <w:vAlign w:val="center"/>
          </w:tcPr>
          <w:p w14:paraId="28F81F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D60452" w14:textId="1B9D4CD6" w:rsidR="0085747A" w:rsidRPr="009C54AE" w:rsidRDefault="004642A8" w:rsidP="00267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2A8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</w:p>
        </w:tc>
      </w:tr>
      <w:tr w:rsidR="00251176" w:rsidRPr="009C54AE" w14:paraId="77F91B04" w14:textId="77777777" w:rsidTr="244289D4">
        <w:tc>
          <w:tcPr>
            <w:tcW w:w="2694" w:type="dxa"/>
            <w:vAlign w:val="center"/>
          </w:tcPr>
          <w:p w14:paraId="6F304DBB" w14:textId="77777777" w:rsidR="00251176" w:rsidRPr="009C54AE" w:rsidRDefault="00251176" w:rsidP="002511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22FAB7" w14:textId="2C329429" w:rsidR="00251176" w:rsidRPr="009C54AE" w:rsidRDefault="004642A8" w:rsidP="244289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2A8">
              <w:rPr>
                <w:rFonts w:ascii="Corbel" w:hAnsi="Corbel"/>
                <w:b w:val="0"/>
                <w:sz w:val="24"/>
                <w:szCs w:val="24"/>
              </w:rPr>
              <w:t>dr hab. Agata Barczewska – Dziobek, prof. UR</w:t>
            </w:r>
          </w:p>
        </w:tc>
      </w:tr>
    </w:tbl>
    <w:p w14:paraId="2A8E4ECF" w14:textId="45185E5B" w:rsidR="0085747A" w:rsidRDefault="0085747A" w:rsidP="00C32F7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32F7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838C633" w14:textId="77777777" w:rsidR="00C32F70" w:rsidRPr="009C54AE" w:rsidRDefault="00C32F70" w:rsidP="00C32F7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721379" w14:textId="52E89C0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32F7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61CC3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30"/>
        <w:gridCol w:w="665"/>
        <w:gridCol w:w="960"/>
        <w:gridCol w:w="795"/>
        <w:gridCol w:w="840"/>
        <w:gridCol w:w="641"/>
        <w:gridCol w:w="948"/>
        <w:gridCol w:w="1189"/>
        <w:gridCol w:w="1505"/>
      </w:tblGrid>
      <w:tr w:rsidR="00015B8F" w:rsidRPr="009C54AE" w14:paraId="34C46A2C" w14:textId="77777777" w:rsidTr="00C32F70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44B5" w14:textId="77777777" w:rsidR="00015B8F" w:rsidRDefault="00015B8F" w:rsidP="00C32F7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89B9F4" w14:textId="77777777" w:rsidR="00015B8F" w:rsidRPr="009C54AE" w:rsidRDefault="002B5EA0" w:rsidP="00C32F7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BC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5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F0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69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00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AA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BC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955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A0CAAC" w14:textId="77777777" w:rsidTr="00C32F70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EBE1" w14:textId="77777777" w:rsidR="00015B8F" w:rsidRPr="009C54AE" w:rsidRDefault="00251176" w:rsidP="00C32F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0508" w14:textId="77777777" w:rsidR="00015B8F" w:rsidRPr="009C54AE" w:rsidRDefault="002673CD" w:rsidP="00C32F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EC22" w14:textId="77777777" w:rsidR="00015B8F" w:rsidRPr="009C54AE" w:rsidRDefault="00015B8F" w:rsidP="00C32F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A13A" w14:textId="77777777" w:rsidR="00015B8F" w:rsidRPr="009C54AE" w:rsidRDefault="00015B8F" w:rsidP="00C32F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15D8" w14:textId="77777777" w:rsidR="00015B8F" w:rsidRPr="009C54AE" w:rsidRDefault="00015B8F" w:rsidP="00C32F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EF42" w14:textId="77777777" w:rsidR="00015B8F" w:rsidRPr="009C54AE" w:rsidRDefault="00015B8F" w:rsidP="00C32F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B77A" w14:textId="77777777" w:rsidR="00015B8F" w:rsidRPr="009C54AE" w:rsidRDefault="00015B8F" w:rsidP="00C32F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B0F0" w14:textId="77777777" w:rsidR="00015B8F" w:rsidRPr="009C54AE" w:rsidRDefault="00015B8F" w:rsidP="00C32F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DD6C" w14:textId="77777777" w:rsidR="00015B8F" w:rsidRPr="009C54AE" w:rsidRDefault="00015B8F" w:rsidP="00C32F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6A5A" w14:textId="77777777" w:rsidR="00015B8F" w:rsidRPr="009C54AE" w:rsidRDefault="002673CD" w:rsidP="00C32F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8C09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502FAB" w14:textId="14AA763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54E34474" w14:textId="77777777" w:rsidR="00C32F70" w:rsidRPr="009C54AE" w:rsidRDefault="00C32F7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54188C4" w14:textId="77777777" w:rsidR="0085747A" w:rsidRPr="009C54AE" w:rsidRDefault="00E9114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289247" w14:textId="328CE25E" w:rsidR="0085747A" w:rsidRPr="009C54AE" w:rsidRDefault="00C32F70" w:rsidP="00C32F70">
      <w:pPr>
        <w:pStyle w:val="Punktygwne"/>
        <w:spacing w:before="0" w:after="0"/>
        <w:ind w:left="742"/>
        <w:rPr>
          <w:rFonts w:ascii="Corbel" w:hAnsi="Corbel"/>
          <w:b w:val="0"/>
          <w:smallCaps w:val="0"/>
          <w:szCs w:val="24"/>
        </w:rPr>
      </w:pPr>
      <w:r w:rsidRPr="00C32F70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580AE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5A11F" w14:textId="52E61BA3" w:rsidR="00E22FBC" w:rsidRPr="009C54AE" w:rsidRDefault="00E22FBC" w:rsidP="4B977D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B977D75">
        <w:rPr>
          <w:rFonts w:ascii="Corbel" w:hAnsi="Corbel"/>
          <w:smallCaps w:val="0"/>
        </w:rPr>
        <w:t>1.3</w:t>
      </w:r>
      <w:r w:rsidR="00C32F70">
        <w:rPr>
          <w:rFonts w:ascii="Corbel" w:hAnsi="Corbel"/>
          <w:smallCaps w:val="0"/>
        </w:rPr>
        <w:t>.</w:t>
      </w:r>
      <w:r w:rsidRPr="4B977D75">
        <w:rPr>
          <w:rFonts w:ascii="Corbel" w:hAnsi="Corbel"/>
          <w:smallCaps w:val="0"/>
        </w:rPr>
        <w:t xml:space="preserve"> For</w:t>
      </w:r>
      <w:r w:rsidR="00445970" w:rsidRPr="4B977D75">
        <w:rPr>
          <w:rFonts w:ascii="Corbel" w:hAnsi="Corbel"/>
          <w:smallCaps w:val="0"/>
        </w:rPr>
        <w:t xml:space="preserve">ma zaliczenia przedmiotu </w:t>
      </w:r>
      <w:r w:rsidRPr="4B977D75">
        <w:rPr>
          <w:rFonts w:ascii="Corbel" w:hAnsi="Corbel"/>
          <w:smallCaps w:val="0"/>
        </w:rPr>
        <w:t xml:space="preserve">(z toku) </w:t>
      </w:r>
      <w:r w:rsidRPr="4B977D75">
        <w:rPr>
          <w:rFonts w:ascii="Corbel" w:hAnsi="Corbel"/>
          <w:b w:val="0"/>
          <w:smallCaps w:val="0"/>
        </w:rPr>
        <w:t>(egzamin, zaliczenie z oceną, zaliczenie bez oceny)</w:t>
      </w:r>
    </w:p>
    <w:p w14:paraId="412320D1" w14:textId="77777777" w:rsidR="00943952" w:rsidRDefault="009439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EC3BF" w14:textId="4DA6C217" w:rsidR="009C54AE" w:rsidRPr="00C32F70" w:rsidRDefault="00C32F70" w:rsidP="00C32F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673CD" w:rsidRPr="00C32F70">
        <w:rPr>
          <w:rFonts w:ascii="Corbel" w:hAnsi="Corbel"/>
          <w:b w:val="0"/>
          <w:smallCaps w:val="0"/>
          <w:szCs w:val="24"/>
        </w:rPr>
        <w:t>egzamin</w:t>
      </w:r>
    </w:p>
    <w:p w14:paraId="7A985D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4FFB8A" w14:textId="3BF24AA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B977D75">
        <w:rPr>
          <w:rFonts w:ascii="Corbel" w:hAnsi="Corbel"/>
        </w:rPr>
        <w:t>2.</w:t>
      </w:r>
      <w:r w:rsidR="00C32F70">
        <w:rPr>
          <w:rFonts w:ascii="Corbel" w:hAnsi="Corbel"/>
        </w:rPr>
        <w:t xml:space="preserve"> </w:t>
      </w:r>
      <w:r w:rsidRPr="4B977D75">
        <w:rPr>
          <w:rFonts w:ascii="Corbel" w:hAnsi="Corbel"/>
        </w:rPr>
        <w:t xml:space="preserve">Wymagania wstępne </w:t>
      </w:r>
    </w:p>
    <w:p w14:paraId="1171B0AE" w14:textId="77777777" w:rsidR="4B977D75" w:rsidRDefault="4B977D75" w:rsidP="4B977D75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6"/>
      </w:tblGrid>
      <w:tr w:rsidR="0085747A" w:rsidRPr="009C54AE" w14:paraId="2DDF4C90" w14:textId="77777777" w:rsidTr="00F23E3E">
        <w:tc>
          <w:tcPr>
            <w:tcW w:w="9386" w:type="dxa"/>
          </w:tcPr>
          <w:p w14:paraId="5193CAFE" w14:textId="77777777" w:rsidR="0085747A" w:rsidRPr="009C54AE" w:rsidRDefault="087A244F" w:rsidP="244289D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244289D4">
              <w:rPr>
                <w:rFonts w:ascii="Corbel" w:hAnsi="Corbel"/>
                <w:b w:val="0"/>
                <w:smallCaps w:val="0"/>
                <w:color w:val="000000" w:themeColor="text1"/>
              </w:rPr>
              <w:t>B</w:t>
            </w:r>
            <w:r w:rsidR="02BB61B9" w:rsidRPr="244289D4">
              <w:rPr>
                <w:rFonts w:ascii="Corbel" w:hAnsi="Corbel"/>
                <w:b w:val="0"/>
                <w:smallCaps w:val="0"/>
                <w:color w:val="000000" w:themeColor="text1"/>
              </w:rPr>
              <w:t>rak</w:t>
            </w:r>
          </w:p>
        </w:tc>
      </w:tr>
    </w:tbl>
    <w:p w14:paraId="6A89056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A233FD" w14:textId="77777777" w:rsidR="4B977D75" w:rsidRDefault="4B977D75">
      <w:r>
        <w:br w:type="page"/>
      </w:r>
    </w:p>
    <w:p w14:paraId="5AB14162" w14:textId="6C7B454A" w:rsidR="0085747A" w:rsidRPr="00C05F44" w:rsidRDefault="0071620A" w:rsidP="4B977D75">
      <w:pPr>
        <w:pStyle w:val="Punktygwne"/>
        <w:spacing w:before="0" w:after="0"/>
        <w:rPr>
          <w:rFonts w:ascii="Corbel" w:hAnsi="Corbel"/>
        </w:rPr>
      </w:pPr>
      <w:r w:rsidRPr="4B977D75">
        <w:rPr>
          <w:rFonts w:ascii="Corbel" w:hAnsi="Corbel"/>
        </w:rPr>
        <w:lastRenderedPageBreak/>
        <w:t>3.</w:t>
      </w:r>
      <w:r w:rsidR="00F23E3E">
        <w:rPr>
          <w:rFonts w:ascii="Corbel" w:hAnsi="Corbel"/>
        </w:rPr>
        <w:t xml:space="preserve"> </w:t>
      </w:r>
      <w:r w:rsidR="00A84C85" w:rsidRPr="4B977D75">
        <w:rPr>
          <w:rFonts w:ascii="Corbel" w:hAnsi="Corbel"/>
        </w:rPr>
        <w:t>cele, efekty uczenia się</w:t>
      </w:r>
      <w:r w:rsidR="0085747A" w:rsidRPr="4B977D75">
        <w:rPr>
          <w:rFonts w:ascii="Corbel" w:hAnsi="Corbel"/>
        </w:rPr>
        <w:t>, treści Programowe i stosowane metody Dydaktyczne</w:t>
      </w:r>
    </w:p>
    <w:p w14:paraId="5D26299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16494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068802" w14:textId="77777777" w:rsidR="00F83B28" w:rsidRPr="00C32F70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9299C" w:rsidRPr="009C54AE" w14:paraId="507D81C3" w14:textId="77777777" w:rsidTr="00C32F70">
        <w:tc>
          <w:tcPr>
            <w:tcW w:w="845" w:type="dxa"/>
            <w:vAlign w:val="center"/>
          </w:tcPr>
          <w:p w14:paraId="7B9C6C52" w14:textId="5927C755" w:rsidR="0069299C" w:rsidRPr="009C54AE" w:rsidRDefault="0069299C" w:rsidP="00C32F7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3AF47D73" w14:textId="6616E4B7" w:rsidR="0069299C" w:rsidRPr="00C32F70" w:rsidRDefault="0069299C" w:rsidP="006929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C32F70">
              <w:rPr>
                <w:rFonts w:ascii="Corbel" w:hAnsi="Corbel" w:cs="Calibri"/>
                <w:b w:val="0"/>
                <w:iCs/>
                <w:sz w:val="24"/>
                <w:szCs w:val="24"/>
              </w:rPr>
              <w:t>Student powinien uzyskać wiedzę w zakresie</w:t>
            </w:r>
            <w:r w:rsidR="00C32F70" w:rsidRPr="00C32F70">
              <w:rPr>
                <w:rFonts w:ascii="Corbel" w:hAnsi="Corbel" w:cs="Calibri"/>
                <w:b w:val="0"/>
                <w:iCs/>
                <w:sz w:val="24"/>
                <w:szCs w:val="24"/>
              </w:rPr>
              <w:t xml:space="preserve"> </w:t>
            </w:r>
            <w:r w:rsidRPr="00C32F70">
              <w:rPr>
                <w:rFonts w:ascii="Corbel" w:hAnsi="Corbel" w:cs="Calibri"/>
                <w:b w:val="0"/>
                <w:iCs/>
                <w:sz w:val="24"/>
                <w:szCs w:val="24"/>
              </w:rPr>
              <w:t>obowiązujących aktów normatywnych związanych z przeciwdziałaniem patologiom w administracji publicznej</w:t>
            </w:r>
          </w:p>
        </w:tc>
      </w:tr>
      <w:tr w:rsidR="0069299C" w:rsidRPr="009C54AE" w14:paraId="424B4D47" w14:textId="77777777" w:rsidTr="00C32F70">
        <w:tc>
          <w:tcPr>
            <w:tcW w:w="845" w:type="dxa"/>
            <w:vAlign w:val="center"/>
          </w:tcPr>
          <w:p w14:paraId="79E7FFA3" w14:textId="77777777" w:rsidR="0069299C" w:rsidRPr="009C54AE" w:rsidRDefault="0069299C" w:rsidP="00C32F7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6FC56" w14:textId="77777777" w:rsidR="0069299C" w:rsidRPr="00C32F70" w:rsidRDefault="0069299C" w:rsidP="0069299C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Cs/>
                <w:sz w:val="24"/>
                <w:szCs w:val="24"/>
              </w:rPr>
            </w:pPr>
            <w:r w:rsidRPr="00C32F70">
              <w:rPr>
                <w:rFonts w:ascii="Corbel" w:hAnsi="Corbel" w:cs="Calibri"/>
                <w:b w:val="0"/>
                <w:iCs/>
                <w:sz w:val="24"/>
                <w:szCs w:val="24"/>
              </w:rPr>
              <w:t>Student powinien zapoznać się z charakterystyką i strukturą organizacji i organów odpowiedzialnych za rozpoznawanie i zwalczanie patologii w administracji publicznej</w:t>
            </w:r>
          </w:p>
        </w:tc>
      </w:tr>
      <w:tr w:rsidR="0069299C" w:rsidRPr="009C54AE" w14:paraId="63BE9C5D" w14:textId="77777777" w:rsidTr="00C32F70">
        <w:tc>
          <w:tcPr>
            <w:tcW w:w="845" w:type="dxa"/>
            <w:vAlign w:val="center"/>
          </w:tcPr>
          <w:p w14:paraId="5DE0750F" w14:textId="77777777" w:rsidR="0069299C" w:rsidRPr="009C54AE" w:rsidRDefault="0069299C" w:rsidP="00C32F7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06F7993E" w14:textId="77777777" w:rsidR="0069299C" w:rsidRPr="00C32F70" w:rsidRDefault="0069299C" w:rsidP="006929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C32F70">
              <w:rPr>
                <w:rFonts w:ascii="Corbel" w:eastAsia="Cambria" w:hAnsi="Corbel" w:cs="Calibri"/>
                <w:b w:val="0"/>
                <w:iCs/>
                <w:sz w:val="24"/>
                <w:szCs w:val="24"/>
              </w:rPr>
              <w:t>Student powinien poznać podstawowe zagadnienia z zakresu etyki służby publicznej i zawodu urzędniczego</w:t>
            </w:r>
          </w:p>
        </w:tc>
      </w:tr>
      <w:tr w:rsidR="0069299C" w:rsidRPr="009C54AE" w14:paraId="710143F1" w14:textId="77777777" w:rsidTr="00C32F70">
        <w:tc>
          <w:tcPr>
            <w:tcW w:w="845" w:type="dxa"/>
            <w:vAlign w:val="center"/>
          </w:tcPr>
          <w:p w14:paraId="22818882" w14:textId="77777777" w:rsidR="0069299C" w:rsidRPr="009C54AE" w:rsidRDefault="0069299C" w:rsidP="00C32F7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E5EAC35" w14:textId="77777777" w:rsidR="0069299C" w:rsidRPr="00C32F70" w:rsidRDefault="0069299C" w:rsidP="006929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C32F70">
              <w:rPr>
                <w:rFonts w:ascii="Corbel" w:eastAsia="Cambria" w:hAnsi="Corbel" w:cs="Calibri"/>
                <w:b w:val="0"/>
                <w:iCs/>
                <w:sz w:val="24"/>
                <w:szCs w:val="24"/>
              </w:rPr>
              <w:t>Student powinien umieć zastosować pozyskaną wiedzę w praktyce</w:t>
            </w:r>
          </w:p>
        </w:tc>
      </w:tr>
    </w:tbl>
    <w:p w14:paraId="58987A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ACB74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90136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E076BD4" w14:textId="77777777" w:rsidTr="244289D4">
        <w:tc>
          <w:tcPr>
            <w:tcW w:w="1681" w:type="dxa"/>
            <w:vAlign w:val="center"/>
          </w:tcPr>
          <w:p w14:paraId="7E96ABF1" w14:textId="77777777" w:rsidR="0085747A" w:rsidRPr="009C54AE" w:rsidRDefault="0085747A" w:rsidP="244289D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smallCaps w:val="0"/>
                <w:sz w:val="22"/>
              </w:rPr>
              <w:t>EK</w:t>
            </w:r>
            <w:r w:rsidR="00A84C85"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(</w:t>
            </w:r>
            <w:r w:rsidR="00C05F44"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efekt uczenia się</w:t>
            </w:r>
            <w:r w:rsidR="20113407"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754F2BE4" w14:textId="77777777" w:rsidR="0085747A" w:rsidRPr="009C54AE" w:rsidRDefault="0085747A" w:rsidP="244289D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Treść efektu </w:t>
            </w:r>
            <w:r w:rsidR="00C05F44"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uczenia się </w:t>
            </w: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953C708" w14:textId="77777777" w:rsidR="0085747A" w:rsidRPr="009C54AE" w:rsidRDefault="0085747A" w:rsidP="244289D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244289D4">
              <w:rPr>
                <w:rStyle w:val="Odwoanieprzypisudolnego"/>
                <w:rFonts w:ascii="Corbel" w:eastAsia="Corbel" w:hAnsi="Corbel" w:cs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9C54AE" w14:paraId="4BAE91CD" w14:textId="77777777" w:rsidTr="244289D4">
        <w:tc>
          <w:tcPr>
            <w:tcW w:w="1681" w:type="dxa"/>
          </w:tcPr>
          <w:p w14:paraId="1DC0697A" w14:textId="77777777" w:rsidR="0085747A" w:rsidRPr="009C54AE" w:rsidRDefault="0085747A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799B2F67" w14:textId="77777777" w:rsidR="0085747A" w:rsidRPr="002D24F5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</w:t>
            </w:r>
          </w:p>
        </w:tc>
        <w:tc>
          <w:tcPr>
            <w:tcW w:w="1865" w:type="dxa"/>
          </w:tcPr>
          <w:p w14:paraId="51768A90" w14:textId="77777777" w:rsidR="0085747A" w:rsidRPr="00C32F70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C32F70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K_W01</w:t>
            </w:r>
          </w:p>
        </w:tc>
      </w:tr>
      <w:tr w:rsidR="0085747A" w:rsidRPr="009C54AE" w14:paraId="780A48BB" w14:textId="77777777" w:rsidTr="244289D4">
        <w:tc>
          <w:tcPr>
            <w:tcW w:w="1681" w:type="dxa"/>
          </w:tcPr>
          <w:p w14:paraId="031C3700" w14:textId="77777777" w:rsidR="0085747A" w:rsidRPr="009C54AE" w:rsidRDefault="0085747A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6C76A016" w14:textId="77777777" w:rsidR="0085747A" w:rsidRPr="002D24F5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</w:t>
            </w:r>
          </w:p>
        </w:tc>
        <w:tc>
          <w:tcPr>
            <w:tcW w:w="1865" w:type="dxa"/>
          </w:tcPr>
          <w:p w14:paraId="1DE868D4" w14:textId="77777777" w:rsidR="0085747A" w:rsidRPr="00C32F70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C32F70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K_W02</w:t>
            </w:r>
          </w:p>
        </w:tc>
      </w:tr>
      <w:tr w:rsidR="004518DF" w:rsidRPr="009C54AE" w14:paraId="38823228" w14:textId="77777777" w:rsidTr="244289D4">
        <w:tc>
          <w:tcPr>
            <w:tcW w:w="1681" w:type="dxa"/>
          </w:tcPr>
          <w:p w14:paraId="3D952538" w14:textId="77777777" w:rsidR="004518DF" w:rsidRPr="009C54AE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1DC1B5C7" w14:textId="77777777" w:rsidR="004518DF" w:rsidRPr="002D24F5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65" w:type="dxa"/>
          </w:tcPr>
          <w:p w14:paraId="2B67645E" w14:textId="77777777" w:rsidR="004518DF" w:rsidRPr="00C32F70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color w:val="000000"/>
                <w:sz w:val="22"/>
              </w:rPr>
            </w:pPr>
            <w:r w:rsidRPr="00C32F70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K_W03</w:t>
            </w:r>
          </w:p>
        </w:tc>
      </w:tr>
      <w:tr w:rsidR="004518DF" w:rsidRPr="009C54AE" w14:paraId="38A3414D" w14:textId="77777777" w:rsidTr="244289D4">
        <w:tc>
          <w:tcPr>
            <w:tcW w:w="1681" w:type="dxa"/>
          </w:tcPr>
          <w:p w14:paraId="75CAF15C" w14:textId="77777777" w:rsidR="004518DF" w:rsidRPr="009C54AE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059A458B" w14:textId="77777777" w:rsidR="004518DF" w:rsidRPr="002D24F5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65" w:type="dxa"/>
          </w:tcPr>
          <w:p w14:paraId="0A6AA75D" w14:textId="77777777" w:rsidR="004518DF" w:rsidRPr="00C32F70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color w:val="000000"/>
                <w:sz w:val="22"/>
              </w:rPr>
            </w:pPr>
            <w:r w:rsidRPr="00C32F70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K_W04</w:t>
            </w:r>
          </w:p>
        </w:tc>
      </w:tr>
      <w:tr w:rsidR="004518DF" w:rsidRPr="009C54AE" w14:paraId="49529D90" w14:textId="77777777" w:rsidTr="244289D4">
        <w:tc>
          <w:tcPr>
            <w:tcW w:w="1681" w:type="dxa"/>
          </w:tcPr>
          <w:p w14:paraId="6A0CE862" w14:textId="77777777" w:rsidR="004518DF" w:rsidRPr="009C54AE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C3BE766" w14:textId="77777777" w:rsidR="004518DF" w:rsidRPr="002D24F5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Potrafi prawidłowo identyfikować i interpretować zjawiska prawne i inne zachodzące w administracji oraz ich wzajemne relacje z wykorzystaniem wiedzy w zakresie nauk administracyjnych</w:t>
            </w:r>
          </w:p>
        </w:tc>
        <w:tc>
          <w:tcPr>
            <w:tcW w:w="1865" w:type="dxa"/>
          </w:tcPr>
          <w:p w14:paraId="7128E7D4" w14:textId="77777777" w:rsidR="004518DF" w:rsidRPr="00C32F70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color w:val="000000"/>
                <w:sz w:val="22"/>
              </w:rPr>
            </w:pPr>
            <w:r w:rsidRPr="00C32F70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K_U01</w:t>
            </w:r>
          </w:p>
        </w:tc>
      </w:tr>
      <w:tr w:rsidR="004518DF" w:rsidRPr="009C54AE" w14:paraId="38E3E568" w14:textId="77777777" w:rsidTr="244289D4">
        <w:tc>
          <w:tcPr>
            <w:tcW w:w="1681" w:type="dxa"/>
          </w:tcPr>
          <w:p w14:paraId="0173665F" w14:textId="77777777" w:rsidR="004518DF" w:rsidRPr="009C54AE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432B01CF" w14:textId="77777777" w:rsidR="004518DF" w:rsidRPr="002D24F5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</w:t>
            </w:r>
          </w:p>
        </w:tc>
        <w:tc>
          <w:tcPr>
            <w:tcW w:w="1865" w:type="dxa"/>
          </w:tcPr>
          <w:p w14:paraId="63F13DFC" w14:textId="77777777" w:rsidR="004518DF" w:rsidRPr="00C32F70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color w:val="000000"/>
                <w:sz w:val="22"/>
              </w:rPr>
            </w:pPr>
            <w:r w:rsidRPr="00C32F70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K_U02</w:t>
            </w:r>
          </w:p>
        </w:tc>
      </w:tr>
      <w:tr w:rsidR="004518DF" w:rsidRPr="009C54AE" w14:paraId="35176570" w14:textId="77777777" w:rsidTr="244289D4">
        <w:tc>
          <w:tcPr>
            <w:tcW w:w="1681" w:type="dxa"/>
          </w:tcPr>
          <w:p w14:paraId="19E4A019" w14:textId="77777777" w:rsidR="004518DF" w:rsidRPr="009C54AE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14:paraId="72DEA656" w14:textId="77777777" w:rsidR="004518DF" w:rsidRPr="002D24F5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</w:t>
            </w:r>
          </w:p>
        </w:tc>
        <w:tc>
          <w:tcPr>
            <w:tcW w:w="1865" w:type="dxa"/>
          </w:tcPr>
          <w:p w14:paraId="62A0277A" w14:textId="77777777" w:rsidR="004518DF" w:rsidRPr="00C32F70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color w:val="000000"/>
                <w:sz w:val="22"/>
              </w:rPr>
            </w:pPr>
            <w:r w:rsidRPr="00C32F70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K_U04</w:t>
            </w:r>
          </w:p>
        </w:tc>
      </w:tr>
      <w:tr w:rsidR="004518DF" w:rsidRPr="009C54AE" w14:paraId="4D965FB9" w14:textId="77777777" w:rsidTr="244289D4">
        <w:tc>
          <w:tcPr>
            <w:tcW w:w="1681" w:type="dxa"/>
          </w:tcPr>
          <w:p w14:paraId="5D9B45AA" w14:textId="77777777" w:rsidR="004518DF" w:rsidRPr="009C54AE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lastRenderedPageBreak/>
              <w:t>EK_08</w:t>
            </w:r>
          </w:p>
        </w:tc>
        <w:tc>
          <w:tcPr>
            <w:tcW w:w="5974" w:type="dxa"/>
          </w:tcPr>
          <w:p w14:paraId="28CC6BA4" w14:textId="77777777" w:rsidR="004518DF" w:rsidRPr="002D24F5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statystycznych;</w:t>
            </w:r>
          </w:p>
        </w:tc>
        <w:tc>
          <w:tcPr>
            <w:tcW w:w="1865" w:type="dxa"/>
          </w:tcPr>
          <w:p w14:paraId="454A4719" w14:textId="77777777" w:rsidR="004518DF" w:rsidRPr="00C32F70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color w:val="000000"/>
                <w:sz w:val="22"/>
              </w:rPr>
            </w:pPr>
            <w:r w:rsidRPr="00C32F70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K_U07</w:t>
            </w:r>
          </w:p>
        </w:tc>
      </w:tr>
      <w:tr w:rsidR="004518DF" w:rsidRPr="009C54AE" w14:paraId="1AA0B9B5" w14:textId="77777777" w:rsidTr="244289D4">
        <w:tc>
          <w:tcPr>
            <w:tcW w:w="1681" w:type="dxa"/>
          </w:tcPr>
          <w:p w14:paraId="1CE32DA7" w14:textId="77777777" w:rsidR="004518DF" w:rsidRPr="009C54AE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974" w:type="dxa"/>
          </w:tcPr>
          <w:p w14:paraId="525B134B" w14:textId="77777777" w:rsidR="004518DF" w:rsidRPr="002D24F5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Jest zdolny do samodzielnego rozwiazywania podstawowych problemów administracyjnych, prawnych i etycznych związanych z funkcjonowaniem struktur publicznych i niepublicznych;</w:t>
            </w:r>
          </w:p>
        </w:tc>
        <w:tc>
          <w:tcPr>
            <w:tcW w:w="1865" w:type="dxa"/>
          </w:tcPr>
          <w:p w14:paraId="0B0003DC" w14:textId="77777777" w:rsidR="004518DF" w:rsidRPr="00C32F70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color w:val="000000"/>
                <w:sz w:val="22"/>
              </w:rPr>
            </w:pPr>
            <w:r w:rsidRPr="00C32F70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K_K02</w:t>
            </w:r>
          </w:p>
        </w:tc>
      </w:tr>
      <w:tr w:rsidR="004518DF" w:rsidRPr="009C54AE" w14:paraId="1AA8772C" w14:textId="77777777" w:rsidTr="244289D4">
        <w:tc>
          <w:tcPr>
            <w:tcW w:w="1681" w:type="dxa"/>
          </w:tcPr>
          <w:p w14:paraId="230123BB" w14:textId="77777777" w:rsidR="004518DF" w:rsidRPr="009C54AE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974" w:type="dxa"/>
          </w:tcPr>
          <w:p w14:paraId="7DC481A4" w14:textId="77777777" w:rsidR="004518DF" w:rsidRPr="002D24F5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Uczestniczy w przygotowaniu projektów, z uwzględnieniem wiedzy i umiejętności zdobytych w trakcie studiów oraz jest gotowy działać na rzecz społeczeństwa, w tym w instytucjach publicznych i niepublicznych</w:t>
            </w:r>
          </w:p>
        </w:tc>
        <w:tc>
          <w:tcPr>
            <w:tcW w:w="1865" w:type="dxa"/>
          </w:tcPr>
          <w:p w14:paraId="76AE6012" w14:textId="77777777" w:rsidR="004518DF" w:rsidRPr="00C32F70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color w:val="000000"/>
                <w:sz w:val="22"/>
              </w:rPr>
            </w:pPr>
            <w:r w:rsidRPr="00C32F70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K_K03</w:t>
            </w:r>
          </w:p>
        </w:tc>
      </w:tr>
      <w:tr w:rsidR="0085747A" w:rsidRPr="009C54AE" w14:paraId="39D5463A" w14:textId="77777777" w:rsidTr="244289D4">
        <w:tc>
          <w:tcPr>
            <w:tcW w:w="1681" w:type="dxa"/>
          </w:tcPr>
          <w:p w14:paraId="4BF0845D" w14:textId="77777777" w:rsidR="0085747A" w:rsidRPr="009C54AE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974" w:type="dxa"/>
          </w:tcPr>
          <w:p w14:paraId="6512B229" w14:textId="77777777" w:rsidR="0085747A" w:rsidRPr="002D24F5" w:rsidRDefault="285F451F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244289D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 w:val="22"/>
              </w:rPr>
              <w:t>Ma świadomość doniosłości zachowania się w sposób profesjonalny i etyczny, identyfikuje i rozwiązuje dylematy moralne związane ze stosowaniem prawa</w:t>
            </w:r>
          </w:p>
        </w:tc>
        <w:tc>
          <w:tcPr>
            <w:tcW w:w="1865" w:type="dxa"/>
          </w:tcPr>
          <w:p w14:paraId="1949A896" w14:textId="77777777" w:rsidR="0085747A" w:rsidRPr="00C32F70" w:rsidRDefault="66D5C441" w:rsidP="00C32F7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  <w:sz w:val="22"/>
              </w:rPr>
            </w:pPr>
            <w:r w:rsidRPr="00C32F70">
              <w:rPr>
                <w:rFonts w:ascii="Corbel" w:eastAsia="Corbel" w:hAnsi="Corbel" w:cs="Corbel"/>
                <w:b w:val="0"/>
                <w:bCs/>
                <w:color w:val="000000" w:themeColor="text1"/>
                <w:sz w:val="22"/>
              </w:rPr>
              <w:t>K_K06</w:t>
            </w:r>
          </w:p>
        </w:tc>
      </w:tr>
    </w:tbl>
    <w:p w14:paraId="45F400B4" w14:textId="77777777" w:rsidR="244289D4" w:rsidRDefault="244289D4" w:rsidP="244289D4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3CCBC6DE" w14:textId="09D5056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C32F7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21566107" w14:textId="77777777" w:rsidR="00C32F70" w:rsidRPr="009C54AE" w:rsidRDefault="00C32F7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0990571" w14:textId="4C3D6C01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44289D4">
        <w:rPr>
          <w:rFonts w:ascii="Corbel" w:hAnsi="Corbel"/>
          <w:sz w:val="24"/>
          <w:szCs w:val="24"/>
        </w:rPr>
        <w:t>Problematyka wykładu</w:t>
      </w:r>
    </w:p>
    <w:p w14:paraId="25842B69" w14:textId="77777777" w:rsidR="00C32F70" w:rsidRPr="009C54AE" w:rsidRDefault="00C32F70" w:rsidP="00C32F7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9FC24D" w14:textId="77777777" w:rsidTr="00C32F70">
        <w:trPr>
          <w:trHeight w:val="397"/>
        </w:trPr>
        <w:tc>
          <w:tcPr>
            <w:tcW w:w="9520" w:type="dxa"/>
          </w:tcPr>
          <w:p w14:paraId="3972B53D" w14:textId="77777777" w:rsidR="0085747A" w:rsidRPr="009C54AE" w:rsidRDefault="0085747A" w:rsidP="00C32F70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244289D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299C" w:rsidRPr="009C54AE" w14:paraId="385EB711" w14:textId="77777777" w:rsidTr="00C32F70">
        <w:trPr>
          <w:trHeight w:val="397"/>
        </w:trPr>
        <w:tc>
          <w:tcPr>
            <w:tcW w:w="9520" w:type="dxa"/>
          </w:tcPr>
          <w:p w14:paraId="0BEDAEFC" w14:textId="77777777" w:rsidR="0069299C" w:rsidRPr="009C54AE" w:rsidRDefault="4EEF3E9A" w:rsidP="00C32F70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4B977D75">
              <w:rPr>
                <w:rFonts w:ascii="Corbel" w:hAnsi="Corbel"/>
                <w:sz w:val="24"/>
                <w:szCs w:val="24"/>
              </w:rPr>
              <w:t>Pojęcie patologii - patologia społeczna i polityczna. Obszary zjawisk patologicznych</w:t>
            </w:r>
            <w:r w:rsidR="4F56CE6A" w:rsidRPr="4B977D7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9299C" w:rsidRPr="009C54AE" w14:paraId="6DF67E0B" w14:textId="77777777" w:rsidTr="00C32F70">
        <w:trPr>
          <w:trHeight w:val="397"/>
        </w:trPr>
        <w:tc>
          <w:tcPr>
            <w:tcW w:w="9520" w:type="dxa"/>
          </w:tcPr>
          <w:p w14:paraId="24A1CB06" w14:textId="77777777" w:rsidR="0069299C" w:rsidRPr="009C54AE" w:rsidRDefault="4EEF3E9A" w:rsidP="00C32F70">
            <w:pPr>
              <w:pStyle w:val="Akapitzlist"/>
              <w:spacing w:after="0" w:line="240" w:lineRule="auto"/>
              <w:ind w:left="40"/>
              <w:jc w:val="both"/>
              <w:rPr>
                <w:rFonts w:ascii="Corbel" w:hAnsi="Corbel"/>
                <w:sz w:val="24"/>
                <w:szCs w:val="24"/>
              </w:rPr>
            </w:pPr>
            <w:r w:rsidRPr="244289D4">
              <w:rPr>
                <w:rFonts w:ascii="Corbel" w:hAnsi="Corbel"/>
                <w:sz w:val="24"/>
                <w:szCs w:val="24"/>
              </w:rPr>
              <w:t>Korupcja – rys historyczny badań i definicje korupcji. Pojęcia pokrewne. Przyczyny i obszary korupcji w życiu publicznym.</w:t>
            </w:r>
          </w:p>
        </w:tc>
      </w:tr>
      <w:tr w:rsidR="0069299C" w:rsidRPr="009C54AE" w14:paraId="6C4C984B" w14:textId="77777777" w:rsidTr="00C32F70">
        <w:trPr>
          <w:trHeight w:val="397"/>
        </w:trPr>
        <w:tc>
          <w:tcPr>
            <w:tcW w:w="9520" w:type="dxa"/>
          </w:tcPr>
          <w:p w14:paraId="244E562C" w14:textId="77777777" w:rsidR="0069299C" w:rsidRPr="009C54AE" w:rsidRDefault="4EEF3E9A" w:rsidP="00C32F70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244289D4">
              <w:rPr>
                <w:rFonts w:ascii="Corbel" w:hAnsi="Corbel"/>
                <w:sz w:val="24"/>
                <w:szCs w:val="24"/>
              </w:rPr>
              <w:t>Korupcja – regulacje prawne - źródła prawa międzynarodowego i europejskiego</w:t>
            </w:r>
          </w:p>
        </w:tc>
      </w:tr>
      <w:tr w:rsidR="0069299C" w:rsidRPr="009C54AE" w14:paraId="06E87EE1" w14:textId="77777777" w:rsidTr="00C32F70">
        <w:trPr>
          <w:trHeight w:val="397"/>
        </w:trPr>
        <w:tc>
          <w:tcPr>
            <w:tcW w:w="9520" w:type="dxa"/>
          </w:tcPr>
          <w:p w14:paraId="517B6BEF" w14:textId="77777777" w:rsidR="0069299C" w:rsidRDefault="4EEF3E9A" w:rsidP="00C32F70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244289D4">
              <w:rPr>
                <w:rFonts w:ascii="Corbel" w:hAnsi="Corbel"/>
                <w:sz w:val="24"/>
                <w:szCs w:val="24"/>
              </w:rPr>
              <w:t>Korupcja – regulacje krajowe – akty normatywne w zakresie przeciwdziałania korupcji</w:t>
            </w:r>
          </w:p>
        </w:tc>
      </w:tr>
      <w:tr w:rsidR="0069299C" w:rsidRPr="009C54AE" w14:paraId="70459518" w14:textId="77777777" w:rsidTr="00C32F70">
        <w:trPr>
          <w:trHeight w:val="397"/>
        </w:trPr>
        <w:tc>
          <w:tcPr>
            <w:tcW w:w="9520" w:type="dxa"/>
          </w:tcPr>
          <w:p w14:paraId="2058230E" w14:textId="77777777" w:rsidR="0069299C" w:rsidRDefault="4EEF3E9A" w:rsidP="00C32F70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244289D4">
              <w:rPr>
                <w:rFonts w:ascii="Corbel" w:hAnsi="Corbel"/>
                <w:sz w:val="24"/>
                <w:szCs w:val="24"/>
              </w:rPr>
              <w:t>Struktura i zadani</w:t>
            </w:r>
            <w:r w:rsidR="4F56CE6A" w:rsidRPr="244289D4">
              <w:rPr>
                <w:rFonts w:ascii="Corbel" w:hAnsi="Corbel"/>
                <w:sz w:val="24"/>
                <w:szCs w:val="24"/>
              </w:rPr>
              <w:t>a</w:t>
            </w:r>
            <w:r w:rsidRPr="244289D4">
              <w:rPr>
                <w:rFonts w:ascii="Corbel" w:hAnsi="Corbel"/>
                <w:sz w:val="24"/>
                <w:szCs w:val="24"/>
              </w:rPr>
              <w:t xml:space="preserve"> organów zwalczania korupcji w Polsce</w:t>
            </w:r>
          </w:p>
        </w:tc>
      </w:tr>
      <w:tr w:rsidR="0069299C" w:rsidRPr="009C54AE" w14:paraId="1356F35B" w14:textId="77777777" w:rsidTr="00C32F70">
        <w:trPr>
          <w:trHeight w:val="397"/>
        </w:trPr>
        <w:tc>
          <w:tcPr>
            <w:tcW w:w="9520" w:type="dxa"/>
          </w:tcPr>
          <w:p w14:paraId="38759EB9" w14:textId="77777777" w:rsidR="0069299C" w:rsidRDefault="4EEF3E9A" w:rsidP="00C32F70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244289D4">
              <w:rPr>
                <w:rFonts w:ascii="Corbel" w:hAnsi="Corbel"/>
                <w:sz w:val="24"/>
                <w:szCs w:val="24"/>
              </w:rPr>
              <w:t>Obszary korupcji w administracji publicznej w Polsce</w:t>
            </w:r>
          </w:p>
        </w:tc>
      </w:tr>
      <w:tr w:rsidR="0069299C" w:rsidRPr="009C54AE" w14:paraId="0A08839C" w14:textId="77777777" w:rsidTr="00C32F70">
        <w:trPr>
          <w:trHeight w:val="397"/>
        </w:trPr>
        <w:tc>
          <w:tcPr>
            <w:tcW w:w="9520" w:type="dxa"/>
          </w:tcPr>
          <w:p w14:paraId="09C29CDD" w14:textId="77777777" w:rsidR="0069299C" w:rsidRDefault="4EEF3E9A" w:rsidP="00C32F70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244289D4">
              <w:rPr>
                <w:rFonts w:ascii="Corbel" w:hAnsi="Corbel"/>
                <w:sz w:val="24"/>
                <w:szCs w:val="24"/>
              </w:rPr>
              <w:t>Korupcja urzędnicza i inne patologie w administracji publicznej</w:t>
            </w:r>
          </w:p>
        </w:tc>
      </w:tr>
      <w:tr w:rsidR="0069299C" w:rsidRPr="009C54AE" w14:paraId="38498574" w14:textId="77777777" w:rsidTr="00C32F70">
        <w:trPr>
          <w:trHeight w:val="397"/>
        </w:trPr>
        <w:tc>
          <w:tcPr>
            <w:tcW w:w="9520" w:type="dxa"/>
          </w:tcPr>
          <w:p w14:paraId="03ADA96E" w14:textId="77777777" w:rsidR="0069299C" w:rsidRDefault="4EEF3E9A" w:rsidP="00C32F70">
            <w:pPr>
              <w:pStyle w:val="Akapitzlist"/>
              <w:spacing w:after="0" w:line="240" w:lineRule="auto"/>
              <w:ind w:left="40"/>
              <w:rPr>
                <w:rFonts w:ascii="Corbel" w:hAnsi="Corbel"/>
                <w:sz w:val="24"/>
                <w:szCs w:val="24"/>
              </w:rPr>
            </w:pPr>
            <w:r w:rsidRPr="244289D4">
              <w:rPr>
                <w:rFonts w:ascii="Corbel" w:hAnsi="Corbel"/>
                <w:sz w:val="24"/>
                <w:szCs w:val="24"/>
              </w:rPr>
              <w:t>Znaczenie norm etycznych w przeciwdziałaniu zjawiskom patologicznym</w:t>
            </w:r>
          </w:p>
        </w:tc>
      </w:tr>
    </w:tbl>
    <w:p w14:paraId="779178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BE0EAE" w14:textId="77777777" w:rsidR="0085747A" w:rsidRPr="009C54AE" w:rsidRDefault="0085747A" w:rsidP="00C32F70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45F94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FEC54C" w14:textId="77777777" w:rsidTr="00C32F70">
        <w:trPr>
          <w:trHeight w:val="397"/>
        </w:trPr>
        <w:tc>
          <w:tcPr>
            <w:tcW w:w="9520" w:type="dxa"/>
          </w:tcPr>
          <w:p w14:paraId="477A2C3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39C9" w:rsidRPr="009C54AE" w14:paraId="3729A958" w14:textId="77777777" w:rsidTr="00C32F70">
        <w:trPr>
          <w:trHeight w:val="397"/>
        </w:trPr>
        <w:tc>
          <w:tcPr>
            <w:tcW w:w="9520" w:type="dxa"/>
          </w:tcPr>
          <w:p w14:paraId="2CE3B87F" w14:textId="77777777" w:rsidR="005739C9" w:rsidRPr="009C54AE" w:rsidRDefault="7E179688" w:rsidP="005739C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44289D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4525A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5B506F" w14:textId="4BD219DF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C32F7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829A0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DF608" w14:textId="77777777" w:rsidR="00153C41" w:rsidRPr="00C32F70" w:rsidRDefault="00153C41" w:rsidP="00C32F70">
      <w:pPr>
        <w:pStyle w:val="Punktygwne"/>
        <w:spacing w:before="0" w:after="0"/>
        <w:ind w:left="851"/>
        <w:jc w:val="both"/>
        <w:rPr>
          <w:rFonts w:ascii="Corbel" w:hAnsi="Corbel"/>
          <w:b w:val="0"/>
          <w:iCs/>
          <w:smallCaps w:val="0"/>
          <w:szCs w:val="24"/>
        </w:rPr>
      </w:pPr>
      <w:r w:rsidRPr="00C32F70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C32F70">
        <w:rPr>
          <w:rFonts w:ascii="Corbel" w:hAnsi="Corbel"/>
          <w:b w:val="0"/>
          <w:iCs/>
          <w:smallCaps w:val="0"/>
          <w:szCs w:val="24"/>
        </w:rPr>
        <w:t>ykład</w:t>
      </w:r>
      <w:r w:rsidRPr="00C32F70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C32F70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C32F70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C32F70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2CD473F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718326" w14:textId="77777777" w:rsidR="4B977D75" w:rsidRDefault="4B977D75">
      <w:r>
        <w:br w:type="page"/>
      </w:r>
    </w:p>
    <w:p w14:paraId="36C1406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D0124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59C80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25B31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11792E3" w14:textId="77777777" w:rsidTr="4B977D75">
        <w:tc>
          <w:tcPr>
            <w:tcW w:w="1985" w:type="dxa"/>
            <w:vAlign w:val="center"/>
          </w:tcPr>
          <w:p w14:paraId="6F7FF7F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58D57D" w14:textId="77777777" w:rsidR="0085747A" w:rsidRPr="009C54AE" w:rsidRDefault="00F974DA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02E192" w14:textId="77777777" w:rsidR="0085747A" w:rsidRPr="009C54AE" w:rsidRDefault="009F4610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946A9E" w14:textId="77777777" w:rsidR="00923D7D" w:rsidRPr="009C54AE" w:rsidRDefault="0085747A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27CAFB4D" w14:textId="77777777" w:rsidR="0085747A" w:rsidRPr="009C54AE" w:rsidRDefault="0085747A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4B719E" w14:textId="77777777" w:rsidTr="00C32F70">
        <w:trPr>
          <w:trHeight w:val="340"/>
        </w:trPr>
        <w:tc>
          <w:tcPr>
            <w:tcW w:w="1985" w:type="dxa"/>
          </w:tcPr>
          <w:p w14:paraId="706AE71A" w14:textId="05855971" w:rsidR="0085747A" w:rsidRPr="00C32F70" w:rsidRDefault="00C32F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030CC14" w14:textId="77777777" w:rsidR="0085747A" w:rsidRPr="002B3276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35E83D6">
              <w:rPr>
                <w:rFonts w:ascii="Corbel" w:hAnsi="Corbel"/>
                <w:b w:val="0"/>
              </w:rPr>
              <w:t>Egzamin</w:t>
            </w:r>
          </w:p>
        </w:tc>
        <w:tc>
          <w:tcPr>
            <w:tcW w:w="2126" w:type="dxa"/>
          </w:tcPr>
          <w:p w14:paraId="7B11EA03" w14:textId="77777777" w:rsidR="0085747A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5747A" w:rsidRPr="009C54AE" w14:paraId="0A160F26" w14:textId="77777777" w:rsidTr="00C32F70">
        <w:trPr>
          <w:trHeight w:val="340"/>
        </w:trPr>
        <w:tc>
          <w:tcPr>
            <w:tcW w:w="1985" w:type="dxa"/>
          </w:tcPr>
          <w:p w14:paraId="5E52B667" w14:textId="67C4F294" w:rsidR="0085747A" w:rsidRPr="00C32F70" w:rsidRDefault="00C32F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62C7EF0" w14:textId="77777777" w:rsidR="0085747A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35E83D6">
              <w:rPr>
                <w:rFonts w:ascii="Corbel" w:hAnsi="Corbel"/>
                <w:b w:val="0"/>
              </w:rPr>
              <w:t>egzamin</w:t>
            </w:r>
          </w:p>
        </w:tc>
        <w:tc>
          <w:tcPr>
            <w:tcW w:w="2126" w:type="dxa"/>
          </w:tcPr>
          <w:p w14:paraId="140E77C9" w14:textId="77777777" w:rsidR="0085747A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D24F5" w:rsidRPr="009C54AE" w14:paraId="24F5EE80" w14:textId="77777777" w:rsidTr="00C32F70">
        <w:trPr>
          <w:trHeight w:val="340"/>
        </w:trPr>
        <w:tc>
          <w:tcPr>
            <w:tcW w:w="1985" w:type="dxa"/>
          </w:tcPr>
          <w:p w14:paraId="0B4FCFF8" w14:textId="49124FC3" w:rsidR="002D24F5" w:rsidRPr="00C32F70" w:rsidRDefault="00C32F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EA0230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35E83D6">
              <w:rPr>
                <w:rFonts w:ascii="Corbel" w:hAnsi="Corbel"/>
                <w:b w:val="0"/>
              </w:rPr>
              <w:t>egzamin</w:t>
            </w:r>
          </w:p>
        </w:tc>
        <w:tc>
          <w:tcPr>
            <w:tcW w:w="2126" w:type="dxa"/>
          </w:tcPr>
          <w:p w14:paraId="1F629B8B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D24F5" w:rsidRPr="009C54AE" w14:paraId="0B6F28DA" w14:textId="77777777" w:rsidTr="00C32F70">
        <w:trPr>
          <w:trHeight w:val="340"/>
        </w:trPr>
        <w:tc>
          <w:tcPr>
            <w:tcW w:w="1985" w:type="dxa"/>
          </w:tcPr>
          <w:p w14:paraId="09CB7786" w14:textId="0D1092E9" w:rsidR="002D24F5" w:rsidRPr="00C32F70" w:rsidRDefault="00C32F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DB50D0B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35E83D6">
              <w:rPr>
                <w:rFonts w:ascii="Corbel" w:hAnsi="Corbel"/>
                <w:b w:val="0"/>
              </w:rPr>
              <w:t>egzamin</w:t>
            </w:r>
          </w:p>
        </w:tc>
        <w:tc>
          <w:tcPr>
            <w:tcW w:w="2126" w:type="dxa"/>
          </w:tcPr>
          <w:p w14:paraId="05C25623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D24F5" w:rsidRPr="009C54AE" w14:paraId="5F8BEB8A" w14:textId="77777777" w:rsidTr="00C32F70">
        <w:trPr>
          <w:trHeight w:val="340"/>
        </w:trPr>
        <w:tc>
          <w:tcPr>
            <w:tcW w:w="1985" w:type="dxa"/>
          </w:tcPr>
          <w:p w14:paraId="427EE626" w14:textId="7B983CA9" w:rsidR="002D24F5" w:rsidRPr="00C32F70" w:rsidRDefault="00C32F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500710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35E83D6">
              <w:rPr>
                <w:rFonts w:ascii="Corbel" w:hAnsi="Corbel"/>
                <w:b w:val="0"/>
              </w:rPr>
              <w:t>egzamin</w:t>
            </w:r>
          </w:p>
        </w:tc>
        <w:tc>
          <w:tcPr>
            <w:tcW w:w="2126" w:type="dxa"/>
          </w:tcPr>
          <w:p w14:paraId="2E2BC0B0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D24F5" w:rsidRPr="009C54AE" w14:paraId="4C1A730E" w14:textId="77777777" w:rsidTr="00C32F70">
        <w:trPr>
          <w:trHeight w:val="340"/>
        </w:trPr>
        <w:tc>
          <w:tcPr>
            <w:tcW w:w="1985" w:type="dxa"/>
          </w:tcPr>
          <w:p w14:paraId="15D7F18A" w14:textId="5874C216" w:rsidR="002D24F5" w:rsidRPr="00C32F70" w:rsidRDefault="00C32F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859FDE6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35E83D6">
              <w:rPr>
                <w:rFonts w:ascii="Corbel" w:hAnsi="Corbel"/>
                <w:b w:val="0"/>
              </w:rPr>
              <w:t>egzamin</w:t>
            </w:r>
          </w:p>
        </w:tc>
        <w:tc>
          <w:tcPr>
            <w:tcW w:w="2126" w:type="dxa"/>
          </w:tcPr>
          <w:p w14:paraId="4F6E0DF6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D24F5" w:rsidRPr="009C54AE" w14:paraId="7A0F34FC" w14:textId="77777777" w:rsidTr="00C32F70">
        <w:trPr>
          <w:trHeight w:val="340"/>
        </w:trPr>
        <w:tc>
          <w:tcPr>
            <w:tcW w:w="1985" w:type="dxa"/>
          </w:tcPr>
          <w:p w14:paraId="2DBCAE03" w14:textId="3E4873B1" w:rsidR="002D24F5" w:rsidRPr="00C32F70" w:rsidRDefault="00C32F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A6C7F55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35E83D6">
              <w:rPr>
                <w:rFonts w:ascii="Corbel" w:hAnsi="Corbel"/>
                <w:b w:val="0"/>
              </w:rPr>
              <w:t>egzamin</w:t>
            </w:r>
          </w:p>
        </w:tc>
        <w:tc>
          <w:tcPr>
            <w:tcW w:w="2126" w:type="dxa"/>
          </w:tcPr>
          <w:p w14:paraId="6F5DBC56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D24F5" w:rsidRPr="009C54AE" w14:paraId="1621E42C" w14:textId="77777777" w:rsidTr="00C32F70">
        <w:trPr>
          <w:trHeight w:val="340"/>
        </w:trPr>
        <w:tc>
          <w:tcPr>
            <w:tcW w:w="1985" w:type="dxa"/>
          </w:tcPr>
          <w:p w14:paraId="3470B097" w14:textId="023B3850" w:rsidR="002D24F5" w:rsidRPr="00C32F70" w:rsidRDefault="00C32F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33733C" w14:textId="77777777" w:rsidR="002D24F5" w:rsidRPr="009C54AE" w:rsidRDefault="2A4BFECA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B977D75">
              <w:rPr>
                <w:rFonts w:ascii="Corbel" w:hAnsi="Corbel"/>
                <w:b w:val="0"/>
              </w:rPr>
              <w:t>egzamin</w:t>
            </w:r>
            <w:r w:rsidR="3C18D090" w:rsidRPr="4B977D75">
              <w:rPr>
                <w:rFonts w:ascii="Corbel" w:hAnsi="Corbel"/>
                <w:b w:val="0"/>
              </w:rPr>
              <w:t>, obserwacja w trakcie zajęć</w:t>
            </w:r>
          </w:p>
        </w:tc>
        <w:tc>
          <w:tcPr>
            <w:tcW w:w="2126" w:type="dxa"/>
          </w:tcPr>
          <w:p w14:paraId="6AD8B197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D24F5" w:rsidRPr="009C54AE" w14:paraId="228CF571" w14:textId="77777777" w:rsidTr="00C32F70">
        <w:trPr>
          <w:trHeight w:val="340"/>
        </w:trPr>
        <w:tc>
          <w:tcPr>
            <w:tcW w:w="1985" w:type="dxa"/>
          </w:tcPr>
          <w:p w14:paraId="2D3B1845" w14:textId="5EEADDFA" w:rsidR="002D24F5" w:rsidRPr="00C32F70" w:rsidRDefault="00C32F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4F1ECFF4" w14:textId="77777777" w:rsidR="002D24F5" w:rsidRPr="009C54AE" w:rsidRDefault="2A4BFECA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B977D75">
              <w:rPr>
                <w:rFonts w:ascii="Corbel" w:hAnsi="Corbel"/>
                <w:b w:val="0"/>
              </w:rPr>
              <w:t>egzamin</w:t>
            </w:r>
            <w:r w:rsidR="4F75F35A" w:rsidRPr="4B977D75">
              <w:rPr>
                <w:rFonts w:ascii="Corbel" w:hAnsi="Corbel"/>
                <w:b w:val="0"/>
              </w:rPr>
              <w:t>, obserwacja w trakcie zajęć</w:t>
            </w:r>
          </w:p>
        </w:tc>
        <w:tc>
          <w:tcPr>
            <w:tcW w:w="2126" w:type="dxa"/>
          </w:tcPr>
          <w:p w14:paraId="6C1CA904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D24F5" w:rsidRPr="009C54AE" w14:paraId="499E5378" w14:textId="77777777" w:rsidTr="00C32F70">
        <w:trPr>
          <w:trHeight w:val="340"/>
        </w:trPr>
        <w:tc>
          <w:tcPr>
            <w:tcW w:w="1985" w:type="dxa"/>
          </w:tcPr>
          <w:p w14:paraId="14B0B49D" w14:textId="454D7E01" w:rsidR="002D24F5" w:rsidRPr="00C32F70" w:rsidRDefault="00C32F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5A0DA63A" w14:textId="77777777" w:rsidR="002D24F5" w:rsidRPr="009C54AE" w:rsidRDefault="2A4BFECA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B977D75">
              <w:rPr>
                <w:rFonts w:ascii="Corbel" w:hAnsi="Corbel"/>
                <w:b w:val="0"/>
              </w:rPr>
              <w:t>egzamin</w:t>
            </w:r>
            <w:r w:rsidR="3086C589" w:rsidRPr="4B977D75">
              <w:rPr>
                <w:rFonts w:ascii="Corbel" w:hAnsi="Corbel"/>
                <w:b w:val="0"/>
              </w:rPr>
              <w:t>, obserwacja w trakcie zajęć</w:t>
            </w:r>
          </w:p>
        </w:tc>
        <w:tc>
          <w:tcPr>
            <w:tcW w:w="2126" w:type="dxa"/>
          </w:tcPr>
          <w:p w14:paraId="58AEEBF1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D24F5" w:rsidRPr="009C54AE" w14:paraId="4B5A42F2" w14:textId="77777777" w:rsidTr="00C32F70">
        <w:trPr>
          <w:trHeight w:val="340"/>
        </w:trPr>
        <w:tc>
          <w:tcPr>
            <w:tcW w:w="1985" w:type="dxa"/>
          </w:tcPr>
          <w:p w14:paraId="59F4F10B" w14:textId="7CD41FC5" w:rsidR="002D24F5" w:rsidRPr="00C32F70" w:rsidRDefault="00C32F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24D013A8" w14:textId="099B1041" w:rsidR="002D24F5" w:rsidRPr="009C54AE" w:rsidRDefault="2A4BFECA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B977D75">
              <w:rPr>
                <w:rFonts w:ascii="Corbel" w:hAnsi="Corbel"/>
                <w:b w:val="0"/>
              </w:rPr>
              <w:t>egzamin</w:t>
            </w:r>
            <w:r w:rsidR="4E1702A7" w:rsidRPr="4B977D75">
              <w:rPr>
                <w:rFonts w:ascii="Corbel" w:hAnsi="Corbel"/>
                <w:b w:val="0"/>
              </w:rPr>
              <w:t>,</w:t>
            </w:r>
            <w:r w:rsidR="00C32F70">
              <w:rPr>
                <w:rFonts w:ascii="Corbel" w:hAnsi="Corbel"/>
                <w:b w:val="0"/>
              </w:rPr>
              <w:t xml:space="preserve"> </w:t>
            </w:r>
            <w:r w:rsidR="4E1702A7" w:rsidRPr="4B977D75"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14:paraId="5D8ED3A5" w14:textId="77777777" w:rsidR="002D24F5" w:rsidRPr="009C54AE" w:rsidRDefault="002B3276" w:rsidP="00E911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60C72E3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4571F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32C79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A76BC2" w14:textId="77777777" w:rsidTr="4B977D75">
        <w:tc>
          <w:tcPr>
            <w:tcW w:w="9670" w:type="dxa"/>
          </w:tcPr>
          <w:p w14:paraId="42207733" w14:textId="77777777" w:rsidR="0085747A" w:rsidRPr="00E91146" w:rsidRDefault="2B0827BD" w:rsidP="00C32F70">
            <w:pPr>
              <w:spacing w:before="120" w:after="0" w:line="240" w:lineRule="auto"/>
              <w:rPr>
                <w:rFonts w:ascii="Corbel" w:hAnsi="Corbel"/>
              </w:rPr>
            </w:pPr>
            <w:r w:rsidRPr="00E91146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E91146">
              <w:rPr>
                <w:rFonts w:ascii="Corbel" w:hAnsi="Corbel" w:cs="Calibri"/>
                <w:smallCaps/>
              </w:rPr>
              <w:t>.</w:t>
            </w:r>
            <w:r w:rsidRPr="00E91146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</w:p>
          <w:p w14:paraId="7289BCF6" w14:textId="77777777" w:rsidR="0085747A" w:rsidRPr="00E91146" w:rsidRDefault="3CAB2307" w:rsidP="00C32F70">
            <w:pPr>
              <w:spacing w:before="120" w:after="0" w:line="240" w:lineRule="auto"/>
              <w:rPr>
                <w:rFonts w:ascii="Corbel" w:hAnsi="Corbel"/>
              </w:rPr>
            </w:pPr>
            <w:r w:rsidRPr="4B977D75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</w:p>
          <w:p w14:paraId="2923169D" w14:textId="77777777" w:rsidR="0085747A" w:rsidRPr="00E91146" w:rsidRDefault="2B0827BD" w:rsidP="00C32F70">
            <w:pPr>
              <w:spacing w:before="120" w:after="0" w:line="240" w:lineRule="auto"/>
              <w:rPr>
                <w:rFonts w:ascii="Corbel" w:hAnsi="Corbel"/>
              </w:rPr>
            </w:pPr>
            <w:r w:rsidRPr="00E91146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</w:p>
          <w:p w14:paraId="42275895" w14:textId="77777777" w:rsidR="0085747A" w:rsidRPr="00E91146" w:rsidRDefault="2B0827BD" w:rsidP="00C32F70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7A7E13E8" w14:textId="77777777" w:rsidR="0085747A" w:rsidRPr="00E91146" w:rsidRDefault="2B0827BD" w:rsidP="00C32F70">
            <w:pPr>
              <w:spacing w:after="0" w:line="240" w:lineRule="auto"/>
              <w:rPr>
                <w:rFonts w:ascii="Corbel" w:hAnsi="Corbel"/>
              </w:rPr>
            </w:pPr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51CEABEF" w14:textId="77777777" w:rsidR="0085747A" w:rsidRPr="00E91146" w:rsidRDefault="3CAB2307" w:rsidP="00C32F70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4B977D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4B977D75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70 – 80%, </w:t>
            </w:r>
          </w:p>
          <w:p w14:paraId="00A6C506" w14:textId="77777777" w:rsidR="0085747A" w:rsidRPr="00E91146" w:rsidRDefault="2B0827BD" w:rsidP="00C32F70">
            <w:pPr>
              <w:spacing w:after="0" w:line="240" w:lineRule="auto"/>
              <w:rPr>
                <w:rFonts w:ascii="Corbel" w:hAnsi="Corbel"/>
              </w:rPr>
            </w:pPr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18E11873" w14:textId="77777777" w:rsidR="0085747A" w:rsidRPr="00E91146" w:rsidRDefault="2B0827BD" w:rsidP="00C32F70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099E9ADB" w14:textId="6673178A" w:rsidR="0085747A" w:rsidRPr="00C32F70" w:rsidRDefault="2B0827BD" w:rsidP="00C32F70">
            <w:pPr>
              <w:spacing w:after="120" w:line="240" w:lineRule="auto"/>
              <w:rPr>
                <w:rFonts w:ascii="Corbel" w:hAnsi="Corbel"/>
              </w:rPr>
            </w:pPr>
            <w:proofErr w:type="spellStart"/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E91146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50C91C48" w14:textId="625B8B44" w:rsidR="00C32F70" w:rsidRDefault="00C32F70" w:rsidP="00C32F70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4262C63B" w14:textId="77777777" w:rsidR="00C32F70" w:rsidRDefault="00C32F7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8846765" w14:textId="4E4EDC35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7F7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85747A" w:rsidRPr="009C54AE" w14:paraId="3A8528FB" w14:textId="77777777" w:rsidTr="00C32F70">
        <w:tc>
          <w:tcPr>
            <w:tcW w:w="5387" w:type="dxa"/>
            <w:vAlign w:val="center"/>
          </w:tcPr>
          <w:p w14:paraId="4603EE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14:paraId="1FF2A3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867699" w14:textId="77777777" w:rsidTr="00C32F70">
        <w:tc>
          <w:tcPr>
            <w:tcW w:w="5387" w:type="dxa"/>
          </w:tcPr>
          <w:p w14:paraId="2181FA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B977D75">
              <w:rPr>
                <w:rFonts w:ascii="Corbel" w:hAnsi="Corbel"/>
                <w:sz w:val="24"/>
                <w:szCs w:val="24"/>
              </w:rPr>
              <w:t>G</w:t>
            </w:r>
            <w:r w:rsidR="0085747A" w:rsidRPr="4B977D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7DD77DA" w:rsidRPr="4B977D75">
              <w:rPr>
                <w:rFonts w:ascii="Corbel" w:hAnsi="Corbel"/>
                <w:sz w:val="24"/>
                <w:szCs w:val="24"/>
              </w:rPr>
              <w:t>z </w:t>
            </w:r>
            <w:r w:rsidR="4BD7A321" w:rsidRPr="4B977D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4B977D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128341F8" w14:textId="77777777" w:rsidR="0085747A" w:rsidRPr="009C54AE" w:rsidRDefault="005739C9" w:rsidP="005739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5628756" w14:textId="77777777" w:rsidTr="00C32F70">
        <w:tc>
          <w:tcPr>
            <w:tcW w:w="5387" w:type="dxa"/>
          </w:tcPr>
          <w:p w14:paraId="5180AB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42A7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14:paraId="281915B5" w14:textId="77777777" w:rsidR="00C61DC5" w:rsidRPr="009C54AE" w:rsidRDefault="005739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98F76F6" w14:textId="77777777" w:rsidTr="00C32F70">
        <w:tc>
          <w:tcPr>
            <w:tcW w:w="5387" w:type="dxa"/>
          </w:tcPr>
          <w:p w14:paraId="0FEECC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719D85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2" w:type="dxa"/>
          </w:tcPr>
          <w:p w14:paraId="158C7C76" w14:textId="77777777" w:rsidR="00C61DC5" w:rsidRPr="009C54AE" w:rsidRDefault="005739C9" w:rsidP="005739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1FF2AA3" w14:textId="77777777" w:rsidTr="00C32F70">
        <w:tc>
          <w:tcPr>
            <w:tcW w:w="5387" w:type="dxa"/>
          </w:tcPr>
          <w:p w14:paraId="1FD388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1132B966" w14:textId="77777777" w:rsidR="0085747A" w:rsidRPr="009C54AE" w:rsidRDefault="005739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286A09B" w14:textId="77777777" w:rsidTr="00C32F70">
        <w:tc>
          <w:tcPr>
            <w:tcW w:w="5387" w:type="dxa"/>
          </w:tcPr>
          <w:p w14:paraId="15138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29EDCAB7" w14:textId="77777777" w:rsidR="0085747A" w:rsidRPr="009C54AE" w:rsidRDefault="005739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CC10C9" w14:textId="77777777" w:rsidR="0085747A" w:rsidRPr="009C54AE" w:rsidRDefault="00923D7D" w:rsidP="00C32F7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ACA48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50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8610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9C54AE" w14:paraId="549EB70D" w14:textId="77777777" w:rsidTr="00C32F70">
        <w:trPr>
          <w:trHeight w:val="397"/>
        </w:trPr>
        <w:tc>
          <w:tcPr>
            <w:tcW w:w="3828" w:type="dxa"/>
          </w:tcPr>
          <w:p w14:paraId="503915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38FCC858" w14:textId="77777777" w:rsidR="0085747A" w:rsidRPr="009C54AE" w:rsidRDefault="0A523598" w:rsidP="244289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4289D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0AB5AD7" w14:textId="77777777" w:rsidTr="00C32F70">
        <w:trPr>
          <w:trHeight w:val="397"/>
        </w:trPr>
        <w:tc>
          <w:tcPr>
            <w:tcW w:w="3828" w:type="dxa"/>
          </w:tcPr>
          <w:p w14:paraId="67E15A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4B65EFBF" w14:textId="77777777" w:rsidR="0085747A" w:rsidRPr="009C54AE" w:rsidRDefault="3A0B43EB" w:rsidP="244289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4289D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8C8A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2E11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C0220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5739C9" w:rsidRPr="009C54AE" w14:paraId="1DA486D9" w14:textId="77777777" w:rsidTr="00C32F70">
        <w:trPr>
          <w:trHeight w:val="397"/>
        </w:trPr>
        <w:tc>
          <w:tcPr>
            <w:tcW w:w="8789" w:type="dxa"/>
          </w:tcPr>
          <w:p w14:paraId="589CED14" w14:textId="77777777" w:rsidR="005739C9" w:rsidRDefault="4F56CE6A" w:rsidP="00C32F70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244289D4">
              <w:rPr>
                <w:rFonts w:ascii="Corbel" w:hAnsi="Corbel"/>
                <w:bCs/>
                <w:smallCaps w:val="0"/>
              </w:rPr>
              <w:t xml:space="preserve">Literatura podstawowa: </w:t>
            </w:r>
          </w:p>
          <w:p w14:paraId="0BB361EC" w14:textId="45110791" w:rsidR="005739C9" w:rsidRDefault="005739C9" w:rsidP="00C32F70">
            <w:pPr>
              <w:pStyle w:val="Punktygwne"/>
              <w:numPr>
                <w:ilvl w:val="0"/>
                <w:numId w:val="3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Kijowski D., Suwaj P. (red.) </w:t>
            </w:r>
            <w:r w:rsidRPr="00E911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w administracji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14:paraId="7BC05C5E" w14:textId="084C23D2" w:rsidR="005739C9" w:rsidRPr="00C32F70" w:rsidRDefault="005739C9" w:rsidP="00C32F70">
            <w:pPr>
              <w:pStyle w:val="Punktygwne"/>
              <w:numPr>
                <w:ilvl w:val="0"/>
                <w:numId w:val="3"/>
              </w:numPr>
              <w:spacing w:before="120" w:after="12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32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Bil J., </w:t>
            </w:r>
            <w:r w:rsidRPr="00C32F7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Zjawisko korupcji. Rozpoznawanie, zapobieganie, zwalczanie</w:t>
            </w:r>
            <w:r w:rsidRPr="00C32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2018.</w:t>
            </w:r>
          </w:p>
        </w:tc>
      </w:tr>
      <w:tr w:rsidR="005739C9" w:rsidRPr="009C54AE" w14:paraId="39B63C88" w14:textId="77777777" w:rsidTr="00C32F70">
        <w:trPr>
          <w:trHeight w:val="397"/>
        </w:trPr>
        <w:tc>
          <w:tcPr>
            <w:tcW w:w="8789" w:type="dxa"/>
          </w:tcPr>
          <w:p w14:paraId="6BE508D9" w14:textId="27928AB2" w:rsidR="244289D4" w:rsidRPr="00AD509B" w:rsidRDefault="4F56CE6A" w:rsidP="00C32F70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244289D4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6ED3BD0" w14:textId="5FB1E550" w:rsidR="00AD509B" w:rsidRDefault="00AD509B" w:rsidP="00C32F70">
            <w:pPr>
              <w:pStyle w:val="Punktygwne"/>
              <w:numPr>
                <w:ilvl w:val="0"/>
                <w:numId w:val="6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AD509B">
              <w:rPr>
                <w:rFonts w:ascii="Corbel" w:hAnsi="Corbel"/>
                <w:b w:val="0"/>
                <w:smallCaps w:val="0"/>
                <w:szCs w:val="24"/>
              </w:rPr>
              <w:t>Barczewska-Dziobek Agata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D509B">
              <w:rPr>
                <w:rFonts w:ascii="Corbel" w:hAnsi="Corbel"/>
                <w:b w:val="0"/>
                <w:smallCaps w:val="0"/>
                <w:szCs w:val="24"/>
              </w:rPr>
              <w:t>Kilka uwag o korupcji jako jednej z postaci patologii organizacyjnych administracji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D509B">
              <w:rPr>
                <w:rFonts w:ascii="Corbel" w:hAnsi="Corbel"/>
                <w:b w:val="0"/>
                <w:smallCaps w:val="0"/>
                <w:szCs w:val="24"/>
              </w:rPr>
              <w:t>Zeszyty Prawnicze</w:t>
            </w:r>
            <w:r w:rsidR="00C32F7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D509B">
              <w:rPr>
                <w:rFonts w:ascii="Corbel" w:hAnsi="Corbel"/>
                <w:b w:val="0"/>
                <w:smallCaps w:val="0"/>
                <w:szCs w:val="24"/>
              </w:rPr>
              <w:t xml:space="preserve">2024 : Vol. 24, nr 3, </w:t>
            </w:r>
            <w:r w:rsidR="008C27C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D509B">
              <w:rPr>
                <w:rFonts w:ascii="Corbel" w:hAnsi="Corbel"/>
                <w:b w:val="0"/>
                <w:smallCaps w:val="0"/>
                <w:szCs w:val="24"/>
              </w:rPr>
              <w:t xml:space="preserve">s. 27-42, </w:t>
            </w:r>
          </w:p>
          <w:p w14:paraId="4C914D6A" w14:textId="6B863070" w:rsidR="00A82FC6" w:rsidRDefault="00A82FC6" w:rsidP="00C32F70">
            <w:pPr>
              <w:pStyle w:val="Punktygwne"/>
              <w:numPr>
                <w:ilvl w:val="0"/>
                <w:numId w:val="6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Ogrodnik, </w:t>
            </w:r>
            <w:r w:rsidRPr="00E911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Prawne i kryminologiczne aspekty korupcji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7D53BA97" w14:textId="37B8AF04" w:rsidR="005739C9" w:rsidRDefault="005739C9" w:rsidP="00C32F70">
            <w:pPr>
              <w:pStyle w:val="Punktygwne"/>
              <w:numPr>
                <w:ilvl w:val="0"/>
                <w:numId w:val="6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Kulesza, M. Niziołek, </w:t>
            </w:r>
            <w:r w:rsidRPr="00E911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Etyka służby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2010,</w:t>
            </w:r>
          </w:p>
          <w:p w14:paraId="102A1FF4" w14:textId="431EF6EF" w:rsidR="005739C9" w:rsidRDefault="005739C9" w:rsidP="00C32F70">
            <w:pPr>
              <w:pStyle w:val="Punktygwne"/>
              <w:numPr>
                <w:ilvl w:val="0"/>
                <w:numId w:val="6"/>
              </w:numPr>
              <w:spacing w:before="12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Bogdanienko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911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Przejawy społecznej nieodpowiedzialności organizacji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  <w:r w:rsidR="00620810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B18991A" w14:textId="7BA60D4B" w:rsidR="00620810" w:rsidRPr="009C54AE" w:rsidRDefault="00620810" w:rsidP="00C32F70">
            <w:pPr>
              <w:pStyle w:val="Punktygwne"/>
              <w:numPr>
                <w:ilvl w:val="0"/>
                <w:numId w:val="6"/>
              </w:numPr>
              <w:spacing w:before="120" w:after="12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Zabłocki, </w:t>
            </w:r>
            <w:r w:rsidRPr="00E911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Przeciwdziałanie patologiom w administracji na przykładzie </w:t>
            </w:r>
            <w:proofErr w:type="spellStart"/>
            <w:r w:rsidRPr="00E911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</w:t>
            </w:r>
            <w:r w:rsidR="002B3276" w:rsidRPr="00E911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</w:t>
            </w:r>
            <w:r w:rsidRPr="00E9114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istleblowingu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34E17">
              <w:rPr>
                <w:rFonts w:ascii="Corbel" w:hAnsi="Corbel"/>
                <w:b w:val="0"/>
                <w:smallCaps w:val="0"/>
                <w:szCs w:val="24"/>
              </w:rPr>
              <w:t>http://www.repozytorium.uni.wroc.pl/Content/40342/PDF/008.pdf</w:t>
            </w:r>
          </w:p>
        </w:tc>
      </w:tr>
    </w:tbl>
    <w:p w14:paraId="1F3D0F31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83C4B8" w14:textId="77777777" w:rsidR="00C32F70" w:rsidRPr="009C54AE" w:rsidRDefault="00C32F7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7C7FD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DCE41" w14:textId="77777777" w:rsidR="00EA2C43" w:rsidRDefault="00EA2C43" w:rsidP="00C16ABF">
      <w:pPr>
        <w:spacing w:after="0" w:line="240" w:lineRule="auto"/>
      </w:pPr>
      <w:r>
        <w:separator/>
      </w:r>
    </w:p>
  </w:endnote>
  <w:endnote w:type="continuationSeparator" w:id="0">
    <w:p w14:paraId="0770661C" w14:textId="77777777" w:rsidR="00EA2C43" w:rsidRDefault="00EA2C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4AC44" w14:textId="77777777" w:rsidR="00EA2C43" w:rsidRDefault="00EA2C43" w:rsidP="00C16ABF">
      <w:pPr>
        <w:spacing w:after="0" w:line="240" w:lineRule="auto"/>
      </w:pPr>
      <w:r>
        <w:separator/>
      </w:r>
    </w:p>
  </w:footnote>
  <w:footnote w:type="continuationSeparator" w:id="0">
    <w:p w14:paraId="3DF02DD5" w14:textId="77777777" w:rsidR="00EA2C43" w:rsidRDefault="00EA2C43" w:rsidP="00C16ABF">
      <w:pPr>
        <w:spacing w:after="0" w:line="240" w:lineRule="auto"/>
      </w:pPr>
      <w:r>
        <w:continuationSeparator/>
      </w:r>
    </w:p>
  </w:footnote>
  <w:footnote w:id="1">
    <w:p w14:paraId="49205B1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B0AC5"/>
    <w:multiLevelType w:val="hybridMultilevel"/>
    <w:tmpl w:val="AE269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143B85"/>
    <w:multiLevelType w:val="hybridMultilevel"/>
    <w:tmpl w:val="24286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C3D63"/>
    <w:multiLevelType w:val="hybridMultilevel"/>
    <w:tmpl w:val="ED1A8EDE"/>
    <w:lvl w:ilvl="0" w:tplc="739A437E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CB045DE"/>
    <w:multiLevelType w:val="hybridMultilevel"/>
    <w:tmpl w:val="FC5C1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3E93"/>
    <w:multiLevelType w:val="hybridMultilevel"/>
    <w:tmpl w:val="873EC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947596">
    <w:abstractNumId w:val="1"/>
  </w:num>
  <w:num w:numId="2" w16cid:durableId="1327634263">
    <w:abstractNumId w:val="2"/>
  </w:num>
  <w:num w:numId="3" w16cid:durableId="260795644">
    <w:abstractNumId w:val="0"/>
  </w:num>
  <w:num w:numId="4" w16cid:durableId="2085949396">
    <w:abstractNumId w:val="5"/>
  </w:num>
  <w:num w:numId="5" w16cid:durableId="951859546">
    <w:abstractNumId w:val="4"/>
  </w:num>
  <w:num w:numId="6" w16cid:durableId="19071827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4D1"/>
    <w:rsid w:val="00192F37"/>
    <w:rsid w:val="001A70D2"/>
    <w:rsid w:val="001D657B"/>
    <w:rsid w:val="001D7B54"/>
    <w:rsid w:val="001E0209"/>
    <w:rsid w:val="001F2CA2"/>
    <w:rsid w:val="002144C0"/>
    <w:rsid w:val="0022477D"/>
    <w:rsid w:val="00224AFE"/>
    <w:rsid w:val="002278A9"/>
    <w:rsid w:val="002336F9"/>
    <w:rsid w:val="0024028F"/>
    <w:rsid w:val="00244ABC"/>
    <w:rsid w:val="00251176"/>
    <w:rsid w:val="002673CD"/>
    <w:rsid w:val="00281FF2"/>
    <w:rsid w:val="002857DE"/>
    <w:rsid w:val="00291567"/>
    <w:rsid w:val="002A22BF"/>
    <w:rsid w:val="002A2389"/>
    <w:rsid w:val="002A671D"/>
    <w:rsid w:val="002A7341"/>
    <w:rsid w:val="002B3276"/>
    <w:rsid w:val="002B4D55"/>
    <w:rsid w:val="002B5EA0"/>
    <w:rsid w:val="002B6119"/>
    <w:rsid w:val="002C1F06"/>
    <w:rsid w:val="002D24F5"/>
    <w:rsid w:val="002D3375"/>
    <w:rsid w:val="002D73D4"/>
    <w:rsid w:val="002F02A3"/>
    <w:rsid w:val="002F4ABE"/>
    <w:rsid w:val="003018BA"/>
    <w:rsid w:val="0030395F"/>
    <w:rsid w:val="00305C92"/>
    <w:rsid w:val="00314A8F"/>
    <w:rsid w:val="003151C5"/>
    <w:rsid w:val="0031591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1C"/>
    <w:rsid w:val="003F205D"/>
    <w:rsid w:val="003F38C0"/>
    <w:rsid w:val="003F5863"/>
    <w:rsid w:val="00414E3C"/>
    <w:rsid w:val="0042244A"/>
    <w:rsid w:val="0042745A"/>
    <w:rsid w:val="00431D5C"/>
    <w:rsid w:val="004362C6"/>
    <w:rsid w:val="00437FA2"/>
    <w:rsid w:val="00445970"/>
    <w:rsid w:val="004518DF"/>
    <w:rsid w:val="00460255"/>
    <w:rsid w:val="00461EFC"/>
    <w:rsid w:val="004642A8"/>
    <w:rsid w:val="004652C2"/>
    <w:rsid w:val="004706D1"/>
    <w:rsid w:val="00471326"/>
    <w:rsid w:val="0047598D"/>
    <w:rsid w:val="004840FD"/>
    <w:rsid w:val="00485A4F"/>
    <w:rsid w:val="00490F7D"/>
    <w:rsid w:val="00491678"/>
    <w:rsid w:val="004968E2"/>
    <w:rsid w:val="004A3EEA"/>
    <w:rsid w:val="004A4D1F"/>
    <w:rsid w:val="004D5282"/>
    <w:rsid w:val="004F1551"/>
    <w:rsid w:val="004F4E53"/>
    <w:rsid w:val="004F55A3"/>
    <w:rsid w:val="0050496F"/>
    <w:rsid w:val="00513B6F"/>
    <w:rsid w:val="00517C63"/>
    <w:rsid w:val="005363C4"/>
    <w:rsid w:val="00536BDE"/>
    <w:rsid w:val="00543ACC"/>
    <w:rsid w:val="005616FD"/>
    <w:rsid w:val="0056696D"/>
    <w:rsid w:val="005739C9"/>
    <w:rsid w:val="0059484D"/>
    <w:rsid w:val="005A0855"/>
    <w:rsid w:val="005A133C"/>
    <w:rsid w:val="005A3196"/>
    <w:rsid w:val="005A7894"/>
    <w:rsid w:val="005C080F"/>
    <w:rsid w:val="005C55E5"/>
    <w:rsid w:val="005C696A"/>
    <w:rsid w:val="005E293F"/>
    <w:rsid w:val="005E6E85"/>
    <w:rsid w:val="005F31D2"/>
    <w:rsid w:val="00602B58"/>
    <w:rsid w:val="0061029B"/>
    <w:rsid w:val="00614760"/>
    <w:rsid w:val="00617230"/>
    <w:rsid w:val="00620810"/>
    <w:rsid w:val="00621CE1"/>
    <w:rsid w:val="00627FC9"/>
    <w:rsid w:val="00647FA8"/>
    <w:rsid w:val="00650C5F"/>
    <w:rsid w:val="00654934"/>
    <w:rsid w:val="006620D9"/>
    <w:rsid w:val="00671958"/>
    <w:rsid w:val="00675843"/>
    <w:rsid w:val="0069299C"/>
    <w:rsid w:val="00695FF4"/>
    <w:rsid w:val="00696477"/>
    <w:rsid w:val="006C29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4B"/>
    <w:rsid w:val="007327BD"/>
    <w:rsid w:val="00734608"/>
    <w:rsid w:val="00745302"/>
    <w:rsid w:val="007461D6"/>
    <w:rsid w:val="00746EC8"/>
    <w:rsid w:val="00751DE1"/>
    <w:rsid w:val="0076299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579"/>
    <w:rsid w:val="0081554D"/>
    <w:rsid w:val="0081707E"/>
    <w:rsid w:val="008449B3"/>
    <w:rsid w:val="008552A2"/>
    <w:rsid w:val="0085747A"/>
    <w:rsid w:val="00864D6B"/>
    <w:rsid w:val="00884922"/>
    <w:rsid w:val="00885F64"/>
    <w:rsid w:val="008917F9"/>
    <w:rsid w:val="008A45F7"/>
    <w:rsid w:val="008C0CC0"/>
    <w:rsid w:val="008C19A9"/>
    <w:rsid w:val="008C27CB"/>
    <w:rsid w:val="008C379D"/>
    <w:rsid w:val="008C5147"/>
    <w:rsid w:val="008C5359"/>
    <w:rsid w:val="008C5363"/>
    <w:rsid w:val="008D3DFB"/>
    <w:rsid w:val="008E64F4"/>
    <w:rsid w:val="008F12C9"/>
    <w:rsid w:val="008F6E29"/>
    <w:rsid w:val="009012F4"/>
    <w:rsid w:val="00910FBC"/>
    <w:rsid w:val="00916188"/>
    <w:rsid w:val="00923D7D"/>
    <w:rsid w:val="00943952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FC6"/>
    <w:rsid w:val="00A84C85"/>
    <w:rsid w:val="00A97DE1"/>
    <w:rsid w:val="00AB053C"/>
    <w:rsid w:val="00AD1146"/>
    <w:rsid w:val="00AD27D3"/>
    <w:rsid w:val="00AD509B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DC7"/>
    <w:rsid w:val="00BD3869"/>
    <w:rsid w:val="00BD66E9"/>
    <w:rsid w:val="00BD6FF4"/>
    <w:rsid w:val="00BE0A38"/>
    <w:rsid w:val="00BF2C41"/>
    <w:rsid w:val="00C058B4"/>
    <w:rsid w:val="00C05F44"/>
    <w:rsid w:val="00C131B5"/>
    <w:rsid w:val="00C1423D"/>
    <w:rsid w:val="00C16ABF"/>
    <w:rsid w:val="00C170AE"/>
    <w:rsid w:val="00C26CB7"/>
    <w:rsid w:val="00C324C1"/>
    <w:rsid w:val="00C32F70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FCB"/>
    <w:rsid w:val="00DC62F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E8F"/>
    <w:rsid w:val="00E51E44"/>
    <w:rsid w:val="00E63348"/>
    <w:rsid w:val="00E742AA"/>
    <w:rsid w:val="00E77E88"/>
    <w:rsid w:val="00E8107D"/>
    <w:rsid w:val="00E91146"/>
    <w:rsid w:val="00E960BB"/>
    <w:rsid w:val="00EA2074"/>
    <w:rsid w:val="00EA2C43"/>
    <w:rsid w:val="00EA4832"/>
    <w:rsid w:val="00EA4E9D"/>
    <w:rsid w:val="00EC4899"/>
    <w:rsid w:val="00EC4B24"/>
    <w:rsid w:val="00ED03AB"/>
    <w:rsid w:val="00ED32D2"/>
    <w:rsid w:val="00EE32DE"/>
    <w:rsid w:val="00EE5457"/>
    <w:rsid w:val="00F02E9D"/>
    <w:rsid w:val="00F070AB"/>
    <w:rsid w:val="00F16E5A"/>
    <w:rsid w:val="00F17567"/>
    <w:rsid w:val="00F23E3E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BB61B9"/>
    <w:rsid w:val="04FF0A5A"/>
    <w:rsid w:val="07DD77DA"/>
    <w:rsid w:val="087A244F"/>
    <w:rsid w:val="0A523598"/>
    <w:rsid w:val="1A823D61"/>
    <w:rsid w:val="1AD0DCAD"/>
    <w:rsid w:val="20113407"/>
    <w:rsid w:val="244289D4"/>
    <w:rsid w:val="285F451F"/>
    <w:rsid w:val="2A4BFECA"/>
    <w:rsid w:val="2B0827BD"/>
    <w:rsid w:val="3086C589"/>
    <w:rsid w:val="37D282C8"/>
    <w:rsid w:val="38927B45"/>
    <w:rsid w:val="3997B10D"/>
    <w:rsid w:val="3A0B43EB"/>
    <w:rsid w:val="3B79FE7A"/>
    <w:rsid w:val="3C18D090"/>
    <w:rsid w:val="3C3FAD90"/>
    <w:rsid w:val="3CAB2307"/>
    <w:rsid w:val="405AF0F1"/>
    <w:rsid w:val="4A7839E6"/>
    <w:rsid w:val="4B977D75"/>
    <w:rsid w:val="4BD7A321"/>
    <w:rsid w:val="4E1702A7"/>
    <w:rsid w:val="4EC559B7"/>
    <w:rsid w:val="4EEF3E9A"/>
    <w:rsid w:val="4F56CE6A"/>
    <w:rsid w:val="4F75F35A"/>
    <w:rsid w:val="61D839CA"/>
    <w:rsid w:val="62823213"/>
    <w:rsid w:val="64A28025"/>
    <w:rsid w:val="65D168A6"/>
    <w:rsid w:val="66D5C441"/>
    <w:rsid w:val="6DED00C1"/>
    <w:rsid w:val="6F6563F3"/>
    <w:rsid w:val="735E83D6"/>
    <w:rsid w:val="752DEBDC"/>
    <w:rsid w:val="76D33CB1"/>
    <w:rsid w:val="7E179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4B83"/>
  <w15:docId w15:val="{B116F2FF-4A89-4310-B646-0F2D2BCD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2CEF6-1856-49BD-8E3D-8E24055FC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1171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2025-10-16T08:00:00Z</cp:lastPrinted>
  <dcterms:created xsi:type="dcterms:W3CDTF">2024-09-11T09:14:00Z</dcterms:created>
  <dcterms:modified xsi:type="dcterms:W3CDTF">2025-11-20T12:49:00Z</dcterms:modified>
</cp:coreProperties>
</file>